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C907A" w14:textId="77777777" w:rsidR="0025341C" w:rsidRDefault="0025341C" w:rsidP="00DF4F99">
      <w:pPr>
        <w:pStyle w:val="Heading1"/>
      </w:pPr>
      <w:bookmarkStart w:id="0" w:name="_Toc208232788"/>
      <w:r w:rsidRPr="00905A76">
        <w:t>Tool 12</w:t>
      </w:r>
      <w:r>
        <w:t>d</w:t>
      </w:r>
      <w:r w:rsidRPr="00905A76">
        <w:t xml:space="preserve">. </w:t>
      </w:r>
      <w:r w:rsidRPr="00805AEC">
        <w:t>Monitoring tool for review of compliance audit engagement</w:t>
      </w:r>
      <w:bookmarkEnd w:id="0"/>
    </w:p>
    <w:p w14:paraId="51FF985F" w14:textId="77777777" w:rsidR="0025341C" w:rsidRPr="00805AEC" w:rsidRDefault="0025341C" w:rsidP="0025341C">
      <w:pPr>
        <w:widowControl/>
        <w:autoSpaceDE/>
        <w:autoSpaceDN/>
        <w:rPr>
          <w:rFonts w:ascii="Aptos" w:eastAsia="Times New Roman" w:hAnsi="Aptos" w:cs="Tahoma"/>
          <w:sz w:val="24"/>
          <w:szCs w:val="24"/>
          <w:lang w:val="en-GB"/>
        </w:rPr>
      </w:pPr>
    </w:p>
    <w:tbl>
      <w:tblPr>
        <w:tblStyle w:val="TableGrid16"/>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426"/>
        <w:gridCol w:w="276"/>
        <w:gridCol w:w="7034"/>
      </w:tblGrid>
      <w:tr w:rsidR="0025341C" w:rsidRPr="00805AEC" w14:paraId="42285FA3" w14:textId="77777777" w:rsidTr="00920EF4">
        <w:trPr>
          <w:trHeight w:val="530"/>
        </w:trPr>
        <w:tc>
          <w:tcPr>
            <w:tcW w:w="2515" w:type="dxa"/>
            <w:tcBorders>
              <w:bottom w:val="single" w:sz="4" w:space="0" w:color="FFFFFF" w:themeColor="background1"/>
            </w:tcBorders>
            <w:shd w:val="clear" w:color="auto" w:fill="005592" w:themeFill="text1"/>
            <w:vAlign w:val="center"/>
          </w:tcPr>
          <w:p w14:paraId="55855EAF"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Subject Matter</w:t>
            </w:r>
          </w:p>
        </w:tc>
        <w:tc>
          <w:tcPr>
            <w:tcW w:w="270" w:type="dxa"/>
            <w:tcBorders>
              <w:bottom w:val="single" w:sz="4" w:space="0" w:color="FFFFFF" w:themeColor="background1"/>
            </w:tcBorders>
            <w:shd w:val="clear" w:color="auto" w:fill="005592" w:themeFill="text1"/>
            <w:vAlign w:val="center"/>
          </w:tcPr>
          <w:p w14:paraId="788E482C"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0573AFB5" w14:textId="77777777" w:rsidR="0025341C" w:rsidRPr="00805AEC" w:rsidRDefault="0025341C" w:rsidP="00920EF4">
            <w:pPr>
              <w:rPr>
                <w:rFonts w:ascii="Aptos" w:eastAsia="Times New Roman" w:hAnsi="Aptos" w:cs="Tahoma"/>
                <w:sz w:val="20"/>
                <w:szCs w:val="20"/>
                <w:lang w:val="en-GB"/>
              </w:rPr>
            </w:pPr>
          </w:p>
        </w:tc>
      </w:tr>
      <w:tr w:rsidR="0025341C" w:rsidRPr="00805AEC" w14:paraId="0A077966" w14:textId="77777777" w:rsidTr="00920EF4">
        <w:trPr>
          <w:trHeight w:val="530"/>
        </w:trPr>
        <w:tc>
          <w:tcPr>
            <w:tcW w:w="2515" w:type="dxa"/>
            <w:tcBorders>
              <w:top w:val="single" w:sz="4" w:space="0" w:color="FFFFFF" w:themeColor="background1"/>
              <w:bottom w:val="single" w:sz="4" w:space="0" w:color="FFFFFF" w:themeColor="background1"/>
            </w:tcBorders>
            <w:shd w:val="clear" w:color="auto" w:fill="005592" w:themeFill="text1"/>
            <w:vAlign w:val="center"/>
          </w:tcPr>
          <w:p w14:paraId="21E9C27D"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Audit Period</w:t>
            </w:r>
          </w:p>
        </w:tc>
        <w:tc>
          <w:tcPr>
            <w:tcW w:w="270" w:type="dxa"/>
            <w:tcBorders>
              <w:top w:val="single" w:sz="4" w:space="0" w:color="FFFFFF" w:themeColor="background1"/>
              <w:bottom w:val="single" w:sz="4" w:space="0" w:color="FFFFFF" w:themeColor="background1"/>
            </w:tcBorders>
            <w:shd w:val="clear" w:color="auto" w:fill="005592" w:themeFill="text1"/>
            <w:vAlign w:val="center"/>
          </w:tcPr>
          <w:p w14:paraId="1FD6F9D2"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153AC0E9" w14:textId="77777777" w:rsidR="0025341C" w:rsidRPr="00805AEC" w:rsidRDefault="0025341C" w:rsidP="00920EF4">
            <w:pPr>
              <w:rPr>
                <w:rFonts w:ascii="Aptos" w:eastAsia="Times New Roman" w:hAnsi="Aptos" w:cs="Tahoma"/>
                <w:sz w:val="20"/>
                <w:szCs w:val="20"/>
                <w:lang w:val="en-GB"/>
              </w:rPr>
            </w:pPr>
          </w:p>
        </w:tc>
      </w:tr>
      <w:tr w:rsidR="0025341C" w:rsidRPr="00805AEC" w14:paraId="6F48D951" w14:textId="77777777" w:rsidTr="00920EF4">
        <w:trPr>
          <w:trHeight w:val="530"/>
        </w:trPr>
        <w:tc>
          <w:tcPr>
            <w:tcW w:w="2515" w:type="dxa"/>
            <w:tcBorders>
              <w:top w:val="single" w:sz="4" w:space="0" w:color="FFFFFF" w:themeColor="background1"/>
              <w:bottom w:val="single" w:sz="4" w:space="0" w:color="FFFFFF" w:themeColor="background1"/>
            </w:tcBorders>
            <w:shd w:val="clear" w:color="auto" w:fill="005592" w:themeFill="text1"/>
            <w:vAlign w:val="center"/>
          </w:tcPr>
          <w:p w14:paraId="5BC8EDDC"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Audit Supervisor</w:t>
            </w:r>
          </w:p>
        </w:tc>
        <w:tc>
          <w:tcPr>
            <w:tcW w:w="270" w:type="dxa"/>
            <w:tcBorders>
              <w:top w:val="single" w:sz="4" w:space="0" w:color="FFFFFF" w:themeColor="background1"/>
              <w:bottom w:val="single" w:sz="4" w:space="0" w:color="FFFFFF" w:themeColor="background1"/>
            </w:tcBorders>
            <w:shd w:val="clear" w:color="auto" w:fill="005592" w:themeFill="text1"/>
            <w:vAlign w:val="center"/>
          </w:tcPr>
          <w:p w14:paraId="4659E66A"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01E95404" w14:textId="77777777" w:rsidR="0025341C" w:rsidRPr="00805AEC" w:rsidRDefault="0025341C" w:rsidP="00920EF4">
            <w:pPr>
              <w:rPr>
                <w:rFonts w:ascii="Aptos" w:eastAsia="Times New Roman" w:hAnsi="Aptos" w:cs="Tahoma"/>
                <w:sz w:val="20"/>
                <w:szCs w:val="20"/>
                <w:lang w:val="en-GB"/>
              </w:rPr>
            </w:pPr>
          </w:p>
        </w:tc>
      </w:tr>
      <w:tr w:rsidR="0025341C" w:rsidRPr="00805AEC" w14:paraId="621F6EDF" w14:textId="77777777" w:rsidTr="00920EF4">
        <w:trPr>
          <w:trHeight w:val="530"/>
        </w:trPr>
        <w:tc>
          <w:tcPr>
            <w:tcW w:w="2515" w:type="dxa"/>
            <w:tcBorders>
              <w:top w:val="single" w:sz="4" w:space="0" w:color="FFFFFF" w:themeColor="background1"/>
            </w:tcBorders>
            <w:shd w:val="clear" w:color="auto" w:fill="005592" w:themeFill="text1"/>
            <w:vAlign w:val="center"/>
          </w:tcPr>
          <w:p w14:paraId="58C5FDA6"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Period of Inspection</w:t>
            </w:r>
          </w:p>
        </w:tc>
        <w:tc>
          <w:tcPr>
            <w:tcW w:w="270" w:type="dxa"/>
            <w:tcBorders>
              <w:top w:val="single" w:sz="4" w:space="0" w:color="FFFFFF" w:themeColor="background1"/>
            </w:tcBorders>
            <w:shd w:val="clear" w:color="auto" w:fill="005592" w:themeFill="text1"/>
            <w:vAlign w:val="center"/>
          </w:tcPr>
          <w:p w14:paraId="3EA0B86C" w14:textId="77777777" w:rsidR="0025341C" w:rsidRPr="00805AEC" w:rsidRDefault="0025341C" w:rsidP="00920EF4">
            <w:pP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w:t>
            </w:r>
          </w:p>
        </w:tc>
        <w:tc>
          <w:tcPr>
            <w:tcW w:w="7525" w:type="dxa"/>
          </w:tcPr>
          <w:p w14:paraId="36CFEF63" w14:textId="77777777" w:rsidR="0025341C" w:rsidRPr="00805AEC" w:rsidRDefault="0025341C" w:rsidP="00920EF4">
            <w:pPr>
              <w:rPr>
                <w:rFonts w:ascii="Aptos" w:eastAsia="Times New Roman" w:hAnsi="Aptos" w:cs="Tahoma"/>
                <w:sz w:val="20"/>
                <w:szCs w:val="20"/>
                <w:lang w:val="en-GB"/>
              </w:rPr>
            </w:pPr>
          </w:p>
        </w:tc>
      </w:tr>
    </w:tbl>
    <w:p w14:paraId="6AED4CE8" w14:textId="77777777" w:rsidR="0025341C" w:rsidRPr="00805AEC" w:rsidRDefault="0025341C" w:rsidP="0025341C">
      <w:pPr>
        <w:widowControl/>
        <w:autoSpaceDE/>
        <w:autoSpaceDN/>
        <w:rPr>
          <w:rFonts w:ascii="Aptos" w:eastAsia="Times New Roman" w:hAnsi="Aptos" w:cs="Tahoma"/>
          <w:sz w:val="24"/>
          <w:szCs w:val="24"/>
          <w:lang w:val="en-GB"/>
        </w:rPr>
      </w:pPr>
    </w:p>
    <w:p w14:paraId="2CAC4FB3" w14:textId="77777777" w:rsidR="0025341C" w:rsidRPr="00805AEC" w:rsidRDefault="0025341C" w:rsidP="0025341C">
      <w:pPr>
        <w:widowControl/>
        <w:autoSpaceDE/>
        <w:autoSpaceDN/>
        <w:rPr>
          <w:rFonts w:ascii="Aptos" w:eastAsia="Times New Roman" w:hAnsi="Aptos" w:cs="Tahoma"/>
          <w:sz w:val="20"/>
          <w:szCs w:val="20"/>
          <w:lang w:val="en-GB"/>
        </w:rPr>
      </w:pPr>
      <w:r w:rsidRPr="00805AEC">
        <w:rPr>
          <w:rFonts w:ascii="Aptos" w:eastAsia="Times New Roman" w:hAnsi="Aptos" w:cs="Tahoma"/>
          <w:b/>
          <w:bCs/>
          <w:sz w:val="20"/>
          <w:szCs w:val="20"/>
          <w:lang w:val="en-GB"/>
        </w:rPr>
        <w:t xml:space="preserve">Note: </w:t>
      </w:r>
      <w:r w:rsidRPr="00805AEC">
        <w:rPr>
          <w:rFonts w:ascii="Aptos" w:eastAsia="Times New Roman" w:hAnsi="Aptos" w:cs="Tahoma"/>
          <w:sz w:val="20"/>
          <w:szCs w:val="20"/>
          <w:lang w:val="en-GB"/>
        </w:rPr>
        <w:t>The criteria in this tool are based on ISSAI 4000 requirements. The tool should be updated when there are new changes in the standards, especially the changes that will be brought by the new quality management standards. Take note that since conforming amendments as a result of the revision of ISSAI 140 are not yet available, some references and terms in this tool are still referring to the old concept “quality control system” rather than the new System of Audit Quality Management.</w:t>
      </w:r>
    </w:p>
    <w:p w14:paraId="697A63C3" w14:textId="77777777" w:rsidR="0025341C" w:rsidRPr="00805AEC" w:rsidRDefault="0025341C" w:rsidP="0025341C">
      <w:pPr>
        <w:widowControl/>
        <w:autoSpaceDE/>
        <w:autoSpaceDN/>
        <w:rPr>
          <w:rFonts w:ascii="Aptos" w:eastAsia="Times New Roman" w:hAnsi="Aptos" w:cs="Tahoma"/>
          <w:sz w:val="24"/>
          <w:szCs w:val="24"/>
          <w:lang w:val="en-GB"/>
        </w:rPr>
      </w:pPr>
    </w:p>
    <w:tbl>
      <w:tblPr>
        <w:tblStyle w:val="55"/>
        <w:tblW w:w="10343" w:type="dxa"/>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ayout w:type="fixed"/>
        <w:tblLook w:val="0400" w:firstRow="0" w:lastRow="0" w:firstColumn="0" w:lastColumn="0" w:noHBand="0" w:noVBand="1"/>
      </w:tblPr>
      <w:tblGrid>
        <w:gridCol w:w="4108"/>
        <w:gridCol w:w="1443"/>
        <w:gridCol w:w="12"/>
        <w:gridCol w:w="2370"/>
        <w:gridCol w:w="2410"/>
      </w:tblGrid>
      <w:tr w:rsidR="0025341C" w:rsidRPr="00805AEC" w14:paraId="1DB754AA" w14:textId="77777777" w:rsidTr="00920EF4">
        <w:trPr>
          <w:trHeight w:val="510"/>
          <w:tblHeader/>
        </w:trPr>
        <w:tc>
          <w:tcPr>
            <w:tcW w:w="4108" w:type="dxa"/>
            <w:tcBorders>
              <w:right w:val="single" w:sz="4" w:space="0" w:color="FFFFFF" w:themeColor="background1"/>
            </w:tcBorders>
            <w:shd w:val="clear" w:color="auto" w:fill="005592" w:themeFill="text1"/>
            <w:vAlign w:val="center"/>
          </w:tcPr>
          <w:p w14:paraId="17521299" w14:textId="77777777" w:rsidR="0025341C" w:rsidRPr="00805AEC" w:rsidRDefault="0025341C"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REQUIREMENT</w:t>
            </w:r>
          </w:p>
        </w:tc>
        <w:tc>
          <w:tcPr>
            <w:tcW w:w="1443" w:type="dxa"/>
            <w:tcBorders>
              <w:left w:val="single" w:sz="4" w:space="0" w:color="FFFFFF" w:themeColor="background1"/>
              <w:right w:val="single" w:sz="4" w:space="0" w:color="FFFFFF" w:themeColor="background1"/>
            </w:tcBorders>
            <w:shd w:val="clear" w:color="auto" w:fill="005592" w:themeFill="text1"/>
            <w:vAlign w:val="center"/>
          </w:tcPr>
          <w:p w14:paraId="42A03A7E" w14:textId="77777777" w:rsidR="0025341C" w:rsidRPr="00805AEC" w:rsidRDefault="0025341C"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CA ISSAI Ref.</w:t>
            </w:r>
          </w:p>
        </w:tc>
        <w:tc>
          <w:tcPr>
            <w:tcW w:w="2382" w:type="dxa"/>
            <w:gridSpan w:val="2"/>
            <w:tcBorders>
              <w:left w:val="single" w:sz="4" w:space="0" w:color="FFFFFF" w:themeColor="background1"/>
              <w:right w:val="single" w:sz="4" w:space="0" w:color="FFFFFF" w:themeColor="background1"/>
            </w:tcBorders>
            <w:shd w:val="clear" w:color="auto" w:fill="005592" w:themeFill="text1"/>
            <w:vAlign w:val="center"/>
          </w:tcPr>
          <w:p w14:paraId="17F0D57C" w14:textId="77777777" w:rsidR="0025341C" w:rsidRPr="00805AEC" w:rsidRDefault="0025341C"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Implemented in the audit?</w:t>
            </w:r>
            <w:r w:rsidRPr="00805AEC">
              <w:rPr>
                <w:rFonts w:ascii="Aptos" w:eastAsia="Times New Roman" w:hAnsi="Aptos" w:cs="Tahoma"/>
                <w:b/>
                <w:bCs/>
                <w:color w:val="FFFFFF"/>
                <w:sz w:val="20"/>
                <w:szCs w:val="20"/>
                <w:lang w:val="en-GB"/>
              </w:rPr>
              <w:br/>
              <w:t>(Yes/No/NA)</w:t>
            </w:r>
          </w:p>
        </w:tc>
        <w:tc>
          <w:tcPr>
            <w:tcW w:w="2410" w:type="dxa"/>
            <w:tcBorders>
              <w:left w:val="single" w:sz="4" w:space="0" w:color="FFFFFF" w:themeColor="background1"/>
            </w:tcBorders>
            <w:shd w:val="clear" w:color="auto" w:fill="005592" w:themeFill="text1"/>
            <w:vAlign w:val="center"/>
          </w:tcPr>
          <w:p w14:paraId="0D3AA422" w14:textId="77777777" w:rsidR="0025341C" w:rsidRPr="00805AEC" w:rsidRDefault="0025341C" w:rsidP="00920EF4">
            <w:pPr>
              <w:jc w:val="center"/>
              <w:rPr>
                <w:rFonts w:ascii="Aptos" w:eastAsia="Times New Roman" w:hAnsi="Aptos" w:cs="Tahoma"/>
                <w:b/>
                <w:bCs/>
                <w:color w:val="FFFFFF"/>
                <w:sz w:val="20"/>
                <w:szCs w:val="20"/>
                <w:lang w:val="en-GB"/>
              </w:rPr>
            </w:pPr>
            <w:r w:rsidRPr="00805AEC">
              <w:rPr>
                <w:rFonts w:ascii="Aptos" w:eastAsia="Times New Roman" w:hAnsi="Aptos" w:cs="Tahoma"/>
                <w:b/>
                <w:bCs/>
                <w:color w:val="FFFFFF"/>
                <w:sz w:val="20"/>
                <w:szCs w:val="20"/>
                <w:lang w:val="en-GB"/>
              </w:rPr>
              <w:t>Remarks</w:t>
            </w:r>
          </w:p>
        </w:tc>
      </w:tr>
      <w:tr w:rsidR="0025341C" w:rsidRPr="00805AEC" w14:paraId="00BEAC9F" w14:textId="77777777" w:rsidTr="00920EF4">
        <w:trPr>
          <w:trHeight w:val="270"/>
        </w:trPr>
        <w:tc>
          <w:tcPr>
            <w:tcW w:w="10343" w:type="dxa"/>
            <w:gridSpan w:val="5"/>
            <w:shd w:val="clear" w:color="auto" w:fill="00C2F7" w:themeFill="accent2"/>
          </w:tcPr>
          <w:p w14:paraId="1D37CCF6" w14:textId="77777777" w:rsidR="0025341C" w:rsidRPr="00805AEC" w:rsidRDefault="0025341C" w:rsidP="00920EF4">
            <w:pPr>
              <w:spacing w:before="60" w:after="60"/>
              <w:rPr>
                <w:rFonts w:ascii="Aptos" w:eastAsia="Century Gothic" w:hAnsi="Aptos" w:cs="Tahoma"/>
                <w:b/>
                <w:sz w:val="20"/>
                <w:szCs w:val="20"/>
              </w:rPr>
            </w:pPr>
            <w:bookmarkStart w:id="1" w:name="_Hlk132793858"/>
            <w:r w:rsidRPr="00805AEC">
              <w:rPr>
                <w:rFonts w:ascii="Aptos" w:eastAsia="Century Gothic" w:hAnsi="Aptos" w:cs="Tahoma"/>
                <w:b/>
                <w:color w:val="FFFFFF" w:themeColor="background1"/>
                <w:sz w:val="20"/>
                <w:szCs w:val="20"/>
              </w:rPr>
              <w:t>GENERAL REQUIREMENTS OF COMPLIANCE AUDITING</w:t>
            </w:r>
          </w:p>
        </w:tc>
      </w:tr>
      <w:tr w:rsidR="0025341C" w:rsidRPr="00805AEC" w14:paraId="137A7CCD" w14:textId="77777777" w:rsidTr="00920EF4">
        <w:trPr>
          <w:trHeight w:val="270"/>
        </w:trPr>
        <w:tc>
          <w:tcPr>
            <w:tcW w:w="10343" w:type="dxa"/>
            <w:gridSpan w:val="5"/>
            <w:shd w:val="clear" w:color="auto" w:fill="FFF2CC"/>
            <w:vAlign w:val="center"/>
          </w:tcPr>
          <w:p w14:paraId="2DF10C88"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Objectivity and ethics</w:t>
            </w:r>
          </w:p>
        </w:tc>
      </w:tr>
      <w:tr w:rsidR="0025341C" w:rsidRPr="00805AEC" w14:paraId="14505472" w14:textId="77777777" w:rsidTr="00920EF4">
        <w:trPr>
          <w:trHeight w:val="854"/>
        </w:trPr>
        <w:tc>
          <w:tcPr>
            <w:tcW w:w="4108" w:type="dxa"/>
            <w:shd w:val="clear" w:color="auto" w:fill="FFFFFF"/>
          </w:tcPr>
          <w:p w14:paraId="5D1276B6"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comply with the relevant procedures relating to objectivity and ethics, which in turn shall comply with the related ISSAIs on objectivity and ethics.</w:t>
            </w:r>
          </w:p>
        </w:tc>
        <w:tc>
          <w:tcPr>
            <w:tcW w:w="1455" w:type="dxa"/>
            <w:gridSpan w:val="2"/>
            <w:shd w:val="clear" w:color="auto" w:fill="FFFFFF"/>
          </w:tcPr>
          <w:p w14:paraId="2861091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4000.45</w:t>
            </w:r>
          </w:p>
        </w:tc>
        <w:tc>
          <w:tcPr>
            <w:tcW w:w="2370" w:type="dxa"/>
            <w:shd w:val="clear" w:color="auto" w:fill="FFFFFF"/>
          </w:tcPr>
          <w:p w14:paraId="2DA64E8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601EAFE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25E956F3" w14:textId="77777777" w:rsidTr="00920EF4">
        <w:trPr>
          <w:trHeight w:val="616"/>
        </w:trPr>
        <w:tc>
          <w:tcPr>
            <w:tcW w:w="4108" w:type="dxa"/>
            <w:shd w:val="clear" w:color="auto" w:fill="FFFFFF"/>
          </w:tcPr>
          <w:p w14:paraId="68C44D1D"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take care to remain objective so that findings and conclusions will be impartial and shall be seen as such by third parties.</w:t>
            </w:r>
          </w:p>
        </w:tc>
        <w:tc>
          <w:tcPr>
            <w:tcW w:w="1455" w:type="dxa"/>
            <w:gridSpan w:val="2"/>
            <w:shd w:val="clear" w:color="auto" w:fill="FFFFFF"/>
          </w:tcPr>
          <w:p w14:paraId="4DCF381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4000.48</w:t>
            </w:r>
          </w:p>
        </w:tc>
        <w:tc>
          <w:tcPr>
            <w:tcW w:w="2370" w:type="dxa"/>
            <w:shd w:val="clear" w:color="auto" w:fill="FFFFFF"/>
          </w:tcPr>
          <w:p w14:paraId="21A87D9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57E5CCA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792A0AF9" w14:textId="77777777" w:rsidTr="00920EF4">
        <w:trPr>
          <w:trHeight w:val="315"/>
        </w:trPr>
        <w:tc>
          <w:tcPr>
            <w:tcW w:w="10343" w:type="dxa"/>
            <w:gridSpan w:val="5"/>
            <w:shd w:val="clear" w:color="auto" w:fill="FFF2CC"/>
            <w:vAlign w:val="center"/>
          </w:tcPr>
          <w:p w14:paraId="03B95CCE"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Audit Risk</w:t>
            </w:r>
          </w:p>
        </w:tc>
      </w:tr>
      <w:tr w:rsidR="0025341C" w:rsidRPr="00805AEC" w14:paraId="592DA075" w14:textId="77777777" w:rsidTr="00920EF4">
        <w:trPr>
          <w:trHeight w:val="784"/>
        </w:trPr>
        <w:tc>
          <w:tcPr>
            <w:tcW w:w="4108" w:type="dxa"/>
            <w:shd w:val="clear" w:color="auto" w:fill="FFFFFF"/>
          </w:tcPr>
          <w:p w14:paraId="5CF3DEE0"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 xml:space="preserve">The auditor shall perform procedures to reduce the risk of producing incorrect conclusions to an acceptable low level. </w:t>
            </w:r>
          </w:p>
        </w:tc>
        <w:tc>
          <w:tcPr>
            <w:tcW w:w="1455" w:type="dxa"/>
            <w:gridSpan w:val="2"/>
            <w:shd w:val="clear" w:color="auto" w:fill="FFFFFF"/>
          </w:tcPr>
          <w:p w14:paraId="12BA314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4000.52</w:t>
            </w:r>
          </w:p>
        </w:tc>
        <w:tc>
          <w:tcPr>
            <w:tcW w:w="2370" w:type="dxa"/>
            <w:shd w:val="clear" w:color="auto" w:fill="FFFFFF"/>
          </w:tcPr>
          <w:p w14:paraId="0C01854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3163B54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0D9C24E2" w14:textId="77777777" w:rsidTr="00920EF4">
        <w:trPr>
          <w:trHeight w:val="315"/>
        </w:trPr>
        <w:tc>
          <w:tcPr>
            <w:tcW w:w="10343" w:type="dxa"/>
            <w:gridSpan w:val="5"/>
            <w:shd w:val="clear" w:color="auto" w:fill="FFF2CC"/>
            <w:vAlign w:val="center"/>
          </w:tcPr>
          <w:p w14:paraId="46718F88"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Risk of Fraud</w:t>
            </w:r>
          </w:p>
        </w:tc>
      </w:tr>
      <w:tr w:rsidR="0025341C" w:rsidRPr="00805AEC" w14:paraId="3CCC5E06" w14:textId="77777777" w:rsidTr="00920EF4">
        <w:trPr>
          <w:trHeight w:val="70"/>
        </w:trPr>
        <w:tc>
          <w:tcPr>
            <w:tcW w:w="4108" w:type="dxa"/>
            <w:shd w:val="clear" w:color="auto" w:fill="FFFFFF"/>
          </w:tcPr>
          <w:p w14:paraId="3A3FA8BA"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consider the risk of fraud throughout the audit process, and document the result of the assessment.</w:t>
            </w:r>
          </w:p>
        </w:tc>
        <w:tc>
          <w:tcPr>
            <w:tcW w:w="1455" w:type="dxa"/>
            <w:gridSpan w:val="2"/>
            <w:shd w:val="clear" w:color="auto" w:fill="FFFFFF"/>
          </w:tcPr>
          <w:p w14:paraId="3738AB0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4000.58</w:t>
            </w:r>
          </w:p>
        </w:tc>
        <w:tc>
          <w:tcPr>
            <w:tcW w:w="2370" w:type="dxa"/>
            <w:shd w:val="clear" w:color="auto" w:fill="FFFFFF"/>
          </w:tcPr>
          <w:p w14:paraId="1405317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2648400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39DDFA30" w14:textId="77777777" w:rsidTr="00920EF4">
        <w:trPr>
          <w:trHeight w:val="315"/>
        </w:trPr>
        <w:tc>
          <w:tcPr>
            <w:tcW w:w="10343" w:type="dxa"/>
            <w:gridSpan w:val="5"/>
            <w:shd w:val="clear" w:color="auto" w:fill="FFF2CC"/>
            <w:vAlign w:val="center"/>
          </w:tcPr>
          <w:p w14:paraId="073FE918"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Selection of areas significant for the intended user(s)</w:t>
            </w:r>
          </w:p>
        </w:tc>
      </w:tr>
      <w:tr w:rsidR="0025341C" w:rsidRPr="00805AEC" w14:paraId="7F2C48A9" w14:textId="77777777" w:rsidTr="00920EF4">
        <w:trPr>
          <w:trHeight w:val="1277"/>
        </w:trPr>
        <w:tc>
          <w:tcPr>
            <w:tcW w:w="4108" w:type="dxa"/>
            <w:shd w:val="clear" w:color="auto" w:fill="FFFFFF"/>
          </w:tcPr>
          <w:p w14:paraId="13D3CD52"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Where the SAI has discretion to select the coverage of compliance audits it shall identify areas that are of significance for the intended user(s).</w:t>
            </w:r>
          </w:p>
        </w:tc>
        <w:tc>
          <w:tcPr>
            <w:tcW w:w="1455" w:type="dxa"/>
            <w:gridSpan w:val="2"/>
            <w:shd w:val="clear" w:color="auto" w:fill="FFFFFF"/>
          </w:tcPr>
          <w:p w14:paraId="3F787A0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4000.64</w:t>
            </w:r>
          </w:p>
          <w:p w14:paraId="0BED99EA" w14:textId="77777777" w:rsidR="0025341C" w:rsidRPr="00805AEC" w:rsidRDefault="0025341C" w:rsidP="00920EF4">
            <w:pPr>
              <w:spacing w:before="60" w:after="60"/>
              <w:rPr>
                <w:rFonts w:ascii="Aptos" w:eastAsia="Century Gothic" w:hAnsi="Aptos" w:cs="Tahoma"/>
                <w:sz w:val="20"/>
                <w:szCs w:val="20"/>
              </w:rPr>
            </w:pPr>
          </w:p>
        </w:tc>
        <w:tc>
          <w:tcPr>
            <w:tcW w:w="2370" w:type="dxa"/>
            <w:shd w:val="clear" w:color="auto" w:fill="FFFFFF"/>
          </w:tcPr>
          <w:p w14:paraId="35364AC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7EE0551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A123C8D" w14:textId="77777777" w:rsidTr="00920EF4">
        <w:trPr>
          <w:trHeight w:val="315"/>
        </w:trPr>
        <w:tc>
          <w:tcPr>
            <w:tcW w:w="10343" w:type="dxa"/>
            <w:gridSpan w:val="5"/>
            <w:shd w:val="clear" w:color="auto" w:fill="FFF2CC"/>
            <w:vAlign w:val="center"/>
          </w:tcPr>
          <w:p w14:paraId="60EC735A"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lastRenderedPageBreak/>
              <w:t>Professional judgment and skepticism</w:t>
            </w:r>
          </w:p>
        </w:tc>
      </w:tr>
      <w:tr w:rsidR="0025341C" w:rsidRPr="00805AEC" w14:paraId="4F52FA92" w14:textId="77777777" w:rsidTr="00920EF4">
        <w:trPr>
          <w:trHeight w:val="70"/>
        </w:trPr>
        <w:tc>
          <w:tcPr>
            <w:tcW w:w="4108" w:type="dxa"/>
            <w:shd w:val="clear" w:color="auto" w:fill="FFFFFF"/>
          </w:tcPr>
          <w:p w14:paraId="58A9ECE6"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exercise professional judgment throughout the audit process.</w:t>
            </w:r>
          </w:p>
        </w:tc>
        <w:tc>
          <w:tcPr>
            <w:tcW w:w="1455" w:type="dxa"/>
            <w:gridSpan w:val="2"/>
            <w:shd w:val="clear" w:color="auto" w:fill="FFFFFF"/>
          </w:tcPr>
          <w:p w14:paraId="09F2212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4000.71</w:t>
            </w:r>
          </w:p>
          <w:p w14:paraId="28EF8B39" w14:textId="77777777" w:rsidR="0025341C" w:rsidRPr="00805AEC" w:rsidRDefault="0025341C" w:rsidP="00920EF4">
            <w:pPr>
              <w:spacing w:before="60" w:after="60"/>
              <w:rPr>
                <w:rFonts w:ascii="Aptos" w:eastAsia="Century Gothic" w:hAnsi="Aptos" w:cs="Tahoma"/>
                <w:sz w:val="20"/>
                <w:szCs w:val="20"/>
              </w:rPr>
            </w:pPr>
          </w:p>
        </w:tc>
        <w:tc>
          <w:tcPr>
            <w:tcW w:w="2370" w:type="dxa"/>
            <w:shd w:val="clear" w:color="auto" w:fill="FFFFFF"/>
          </w:tcPr>
          <w:p w14:paraId="08BCD55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4F501C1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5804B480" w14:textId="77777777" w:rsidTr="00920EF4">
        <w:trPr>
          <w:trHeight w:val="1070"/>
        </w:trPr>
        <w:tc>
          <w:tcPr>
            <w:tcW w:w="4108" w:type="dxa"/>
            <w:shd w:val="clear" w:color="auto" w:fill="FFFFFF"/>
          </w:tcPr>
          <w:p w14:paraId="3D6386CF"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If expertise in a difficult or contentious issue is not available in the audit team, professional advice shall be sought.</w:t>
            </w:r>
          </w:p>
        </w:tc>
        <w:tc>
          <w:tcPr>
            <w:tcW w:w="1455" w:type="dxa"/>
            <w:gridSpan w:val="2"/>
            <w:shd w:val="clear" w:color="auto" w:fill="FFFFFF"/>
          </w:tcPr>
          <w:p w14:paraId="2E378FE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4000.74</w:t>
            </w:r>
          </w:p>
        </w:tc>
        <w:tc>
          <w:tcPr>
            <w:tcW w:w="2370" w:type="dxa"/>
            <w:shd w:val="clear" w:color="auto" w:fill="FFFFFF"/>
          </w:tcPr>
          <w:p w14:paraId="2497C56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6D7C639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3A3F0408" w14:textId="77777777" w:rsidTr="00920EF4">
        <w:trPr>
          <w:trHeight w:val="998"/>
        </w:trPr>
        <w:tc>
          <w:tcPr>
            <w:tcW w:w="4108" w:type="dxa"/>
            <w:shd w:val="clear" w:color="auto" w:fill="FFFFFF"/>
          </w:tcPr>
          <w:p w14:paraId="478D71E2"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exercise professional skepticism, and maintain an open and objective mind.</w:t>
            </w:r>
          </w:p>
        </w:tc>
        <w:tc>
          <w:tcPr>
            <w:tcW w:w="1455" w:type="dxa"/>
            <w:gridSpan w:val="2"/>
            <w:shd w:val="clear" w:color="auto" w:fill="FFFFFF"/>
          </w:tcPr>
          <w:p w14:paraId="1856CDB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4000.77</w:t>
            </w:r>
          </w:p>
        </w:tc>
        <w:tc>
          <w:tcPr>
            <w:tcW w:w="2370" w:type="dxa"/>
            <w:shd w:val="clear" w:color="auto" w:fill="FFFFFF"/>
          </w:tcPr>
          <w:p w14:paraId="551E741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0C58804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41DBD82C" w14:textId="77777777" w:rsidTr="00920EF4">
        <w:trPr>
          <w:trHeight w:val="315"/>
        </w:trPr>
        <w:tc>
          <w:tcPr>
            <w:tcW w:w="10343" w:type="dxa"/>
            <w:gridSpan w:val="5"/>
            <w:shd w:val="clear" w:color="auto" w:fill="FFF2CC"/>
            <w:vAlign w:val="center"/>
          </w:tcPr>
          <w:p w14:paraId="1E8A7CA0"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Quality Control</w:t>
            </w:r>
          </w:p>
        </w:tc>
      </w:tr>
      <w:tr w:rsidR="0025341C" w:rsidRPr="00805AEC" w14:paraId="55BA8267" w14:textId="77777777" w:rsidTr="00920EF4">
        <w:trPr>
          <w:trHeight w:val="540"/>
        </w:trPr>
        <w:tc>
          <w:tcPr>
            <w:tcW w:w="4108" w:type="dxa"/>
            <w:shd w:val="clear" w:color="auto" w:fill="FFFFFF"/>
          </w:tcPr>
          <w:p w14:paraId="2A00E5DB"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SAI shall take responsibility for the overall quality of the audit to ensure that the audits are carried out in accordance with relevant professional standards, laws and regulations, and that the reports are appropriate in the circumstances.</w:t>
            </w:r>
          </w:p>
        </w:tc>
        <w:tc>
          <w:tcPr>
            <w:tcW w:w="1455" w:type="dxa"/>
            <w:gridSpan w:val="2"/>
            <w:shd w:val="clear" w:color="auto" w:fill="FFFFFF"/>
          </w:tcPr>
          <w:p w14:paraId="7F7EBC2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4000.80</w:t>
            </w:r>
          </w:p>
        </w:tc>
        <w:tc>
          <w:tcPr>
            <w:tcW w:w="2370" w:type="dxa"/>
            <w:shd w:val="clear" w:color="auto" w:fill="FFFFFF"/>
          </w:tcPr>
          <w:p w14:paraId="3C05FE5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4CFB09F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34357382" w14:textId="77777777" w:rsidTr="00920EF4">
        <w:trPr>
          <w:trHeight w:val="740"/>
        </w:trPr>
        <w:tc>
          <w:tcPr>
            <w:tcW w:w="4108" w:type="dxa"/>
            <w:shd w:val="clear" w:color="auto" w:fill="FFFFFF"/>
          </w:tcPr>
          <w:p w14:paraId="6F29874D"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SAI shall ensure that the audit team collectively has the necessary professional competence to perform the audit.</w:t>
            </w:r>
          </w:p>
        </w:tc>
        <w:tc>
          <w:tcPr>
            <w:tcW w:w="1455" w:type="dxa"/>
            <w:gridSpan w:val="2"/>
            <w:shd w:val="clear" w:color="auto" w:fill="FFFFFF"/>
          </w:tcPr>
          <w:p w14:paraId="273885A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4000.85</w:t>
            </w:r>
            <w:r w:rsidRPr="00805AEC">
              <w:rPr>
                <w:rFonts w:ascii="Aptos" w:eastAsia="Century Gothic" w:hAnsi="Aptos" w:cs="Tahoma"/>
                <w:sz w:val="20"/>
                <w:szCs w:val="20"/>
              </w:rPr>
              <w:br/>
            </w:r>
          </w:p>
        </w:tc>
        <w:tc>
          <w:tcPr>
            <w:tcW w:w="2370" w:type="dxa"/>
            <w:shd w:val="clear" w:color="auto" w:fill="FFFFFF"/>
          </w:tcPr>
          <w:p w14:paraId="3E6CABC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6A0746D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01310209" w14:textId="77777777" w:rsidTr="00920EF4">
        <w:trPr>
          <w:trHeight w:val="255"/>
        </w:trPr>
        <w:tc>
          <w:tcPr>
            <w:tcW w:w="10343" w:type="dxa"/>
            <w:gridSpan w:val="5"/>
            <w:shd w:val="clear" w:color="auto" w:fill="FFF2CC"/>
            <w:vAlign w:val="center"/>
          </w:tcPr>
          <w:p w14:paraId="019D0E0F"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Documentation</w:t>
            </w:r>
          </w:p>
        </w:tc>
      </w:tr>
      <w:tr w:rsidR="0025341C" w:rsidRPr="00805AEC" w14:paraId="669988A8" w14:textId="77777777" w:rsidTr="00920EF4">
        <w:trPr>
          <w:trHeight w:val="2285"/>
        </w:trPr>
        <w:tc>
          <w:tcPr>
            <w:tcW w:w="4108" w:type="dxa"/>
            <w:shd w:val="clear" w:color="auto" w:fill="FFFFFF"/>
          </w:tcPr>
          <w:p w14:paraId="5027C9AB"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prepare audit documentation that is sufficiently detailed to provide a clear understanding of the work performed, evidence obtained and conclusions reached. The auditor shall prepare the audit documentation in a timely manner, keep it up to date throughout the audit, and complete the documentation of the evidence supporting the audit findings before the audit report is issued.</w:t>
            </w:r>
          </w:p>
        </w:tc>
        <w:tc>
          <w:tcPr>
            <w:tcW w:w="1455" w:type="dxa"/>
            <w:gridSpan w:val="2"/>
            <w:shd w:val="clear" w:color="auto" w:fill="FFFFFF"/>
          </w:tcPr>
          <w:p w14:paraId="2170858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4000.89</w:t>
            </w:r>
            <w:r w:rsidRPr="00805AEC">
              <w:rPr>
                <w:rFonts w:ascii="Aptos" w:eastAsia="Century Gothic" w:hAnsi="Aptos" w:cs="Tahoma"/>
                <w:sz w:val="20"/>
                <w:szCs w:val="20"/>
              </w:rPr>
              <w:br/>
            </w:r>
          </w:p>
        </w:tc>
        <w:tc>
          <w:tcPr>
            <w:tcW w:w="2370" w:type="dxa"/>
            <w:shd w:val="clear" w:color="auto" w:fill="FFFFFF"/>
          </w:tcPr>
          <w:p w14:paraId="74BEE2C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5A0E031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00542A78" w14:textId="77777777" w:rsidTr="00920EF4">
        <w:trPr>
          <w:trHeight w:val="345"/>
        </w:trPr>
        <w:tc>
          <w:tcPr>
            <w:tcW w:w="10343" w:type="dxa"/>
            <w:gridSpan w:val="5"/>
            <w:shd w:val="clear" w:color="auto" w:fill="FFF2CC"/>
            <w:vAlign w:val="center"/>
          </w:tcPr>
          <w:p w14:paraId="2B1C862D"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Communication</w:t>
            </w:r>
          </w:p>
        </w:tc>
      </w:tr>
      <w:tr w:rsidR="0025341C" w:rsidRPr="00805AEC" w14:paraId="048EE712" w14:textId="77777777" w:rsidTr="00920EF4">
        <w:trPr>
          <w:trHeight w:val="168"/>
        </w:trPr>
        <w:tc>
          <w:tcPr>
            <w:tcW w:w="4108" w:type="dxa"/>
            <w:shd w:val="clear" w:color="auto" w:fill="FFFFFF"/>
          </w:tcPr>
          <w:p w14:paraId="37EDE0F6"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 xml:space="preserve">The auditor shall communicate in an effective manner with the audited entity and those charged with governance throughout the audit process. </w:t>
            </w:r>
          </w:p>
        </w:tc>
        <w:tc>
          <w:tcPr>
            <w:tcW w:w="1455" w:type="dxa"/>
            <w:gridSpan w:val="2"/>
            <w:shd w:val="clear" w:color="auto" w:fill="FFFFFF"/>
          </w:tcPr>
          <w:p w14:paraId="3BDC0D05"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4000.96</w:t>
            </w:r>
            <w:r w:rsidRPr="00805AEC">
              <w:rPr>
                <w:rFonts w:ascii="Aptos" w:eastAsia="Century Gothic" w:hAnsi="Aptos" w:cs="Tahoma"/>
                <w:sz w:val="20"/>
                <w:szCs w:val="20"/>
              </w:rPr>
              <w:br/>
            </w:r>
            <w:r w:rsidRPr="00805AEC">
              <w:rPr>
                <w:rFonts w:ascii="Aptos" w:eastAsia="Century Gothic" w:hAnsi="Aptos" w:cs="Tahoma"/>
                <w:sz w:val="20"/>
                <w:szCs w:val="20"/>
              </w:rPr>
              <w:br/>
            </w:r>
          </w:p>
        </w:tc>
        <w:tc>
          <w:tcPr>
            <w:tcW w:w="2370" w:type="dxa"/>
            <w:shd w:val="clear" w:color="auto" w:fill="FFFFFF"/>
          </w:tcPr>
          <w:p w14:paraId="03EC3DE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190F8C8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DDEB17D" w14:textId="77777777" w:rsidTr="00920EF4">
        <w:trPr>
          <w:trHeight w:val="168"/>
        </w:trPr>
        <w:tc>
          <w:tcPr>
            <w:tcW w:w="4108" w:type="dxa"/>
            <w:shd w:val="clear" w:color="auto" w:fill="FFFFFF"/>
          </w:tcPr>
          <w:p w14:paraId="794350B6"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Instances of material non-compliance shall be communicated with the appropriate level of management and (if applicable) those charged with governance. Other significant matters arising from the audit that are directly relevant to the entity shall also be communicated.</w:t>
            </w:r>
          </w:p>
        </w:tc>
        <w:tc>
          <w:tcPr>
            <w:tcW w:w="1455" w:type="dxa"/>
            <w:gridSpan w:val="2"/>
            <w:shd w:val="clear" w:color="auto" w:fill="FFFFFF"/>
          </w:tcPr>
          <w:p w14:paraId="267C58A5"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4000.99</w:t>
            </w:r>
          </w:p>
        </w:tc>
        <w:tc>
          <w:tcPr>
            <w:tcW w:w="2370" w:type="dxa"/>
            <w:shd w:val="clear" w:color="auto" w:fill="FFFFFF"/>
          </w:tcPr>
          <w:p w14:paraId="0B617575" w14:textId="77777777" w:rsidR="0025341C" w:rsidRPr="00805AEC" w:rsidRDefault="0025341C" w:rsidP="00920EF4">
            <w:pPr>
              <w:spacing w:before="60" w:after="60"/>
              <w:rPr>
                <w:rFonts w:ascii="Aptos" w:eastAsia="Century Gothic" w:hAnsi="Aptos" w:cs="Tahoma"/>
                <w:sz w:val="20"/>
                <w:szCs w:val="20"/>
              </w:rPr>
            </w:pPr>
          </w:p>
        </w:tc>
        <w:tc>
          <w:tcPr>
            <w:tcW w:w="2410" w:type="dxa"/>
            <w:shd w:val="clear" w:color="auto" w:fill="FFFFFF"/>
          </w:tcPr>
          <w:p w14:paraId="34E3AFDE" w14:textId="77777777" w:rsidR="0025341C" w:rsidRPr="00805AEC" w:rsidRDefault="0025341C" w:rsidP="00920EF4">
            <w:pPr>
              <w:spacing w:before="60" w:after="60"/>
              <w:rPr>
                <w:rFonts w:ascii="Aptos" w:eastAsia="Century Gothic" w:hAnsi="Aptos" w:cs="Tahoma"/>
                <w:sz w:val="20"/>
                <w:szCs w:val="20"/>
              </w:rPr>
            </w:pPr>
          </w:p>
        </w:tc>
      </w:tr>
      <w:tr w:rsidR="0025341C" w:rsidRPr="00805AEC" w14:paraId="0FFA3106" w14:textId="77777777" w:rsidTr="00920EF4">
        <w:trPr>
          <w:trHeight w:val="315"/>
        </w:trPr>
        <w:tc>
          <w:tcPr>
            <w:tcW w:w="10343" w:type="dxa"/>
            <w:gridSpan w:val="5"/>
            <w:shd w:val="clear" w:color="auto" w:fill="00C2F7" w:themeFill="accent2"/>
            <w:vAlign w:val="center"/>
          </w:tcPr>
          <w:p w14:paraId="034BDA16" w14:textId="77777777" w:rsidR="0025341C" w:rsidRPr="00805AEC" w:rsidRDefault="0025341C" w:rsidP="00920EF4">
            <w:pPr>
              <w:spacing w:before="60" w:after="60"/>
              <w:rPr>
                <w:rFonts w:ascii="Aptos" w:eastAsia="Century Gothic" w:hAnsi="Aptos" w:cs="Tahoma"/>
                <w:b/>
                <w:color w:val="FFFFFF" w:themeColor="background1"/>
                <w:sz w:val="20"/>
                <w:szCs w:val="20"/>
              </w:rPr>
            </w:pPr>
            <w:r w:rsidRPr="00805AEC">
              <w:rPr>
                <w:rFonts w:ascii="Aptos" w:eastAsia="Century Gothic" w:hAnsi="Aptos" w:cs="Tahoma"/>
                <w:b/>
                <w:color w:val="FFFFFF" w:themeColor="background1"/>
                <w:sz w:val="20"/>
                <w:szCs w:val="20"/>
              </w:rPr>
              <w:lastRenderedPageBreak/>
              <w:t>REQUIREMENTS RELATED TO THE COMPLIANCE AUDITING PLANNING PROCESS</w:t>
            </w:r>
          </w:p>
        </w:tc>
      </w:tr>
      <w:tr w:rsidR="0025341C" w:rsidRPr="00805AEC" w14:paraId="42AC97C0" w14:textId="77777777" w:rsidTr="00920EF4">
        <w:trPr>
          <w:trHeight w:val="315"/>
        </w:trPr>
        <w:tc>
          <w:tcPr>
            <w:tcW w:w="10343" w:type="dxa"/>
            <w:gridSpan w:val="5"/>
            <w:shd w:val="clear" w:color="auto" w:fill="FFF2CC"/>
            <w:vAlign w:val="center"/>
          </w:tcPr>
          <w:p w14:paraId="0C375B0C"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Identifying intended user(s) and responsible party</w:t>
            </w:r>
          </w:p>
        </w:tc>
      </w:tr>
      <w:tr w:rsidR="0025341C" w:rsidRPr="00805AEC" w14:paraId="62FE72FD" w14:textId="77777777" w:rsidTr="00920EF4">
        <w:trPr>
          <w:trHeight w:val="581"/>
        </w:trPr>
        <w:tc>
          <w:tcPr>
            <w:tcW w:w="4108" w:type="dxa"/>
            <w:shd w:val="clear" w:color="auto" w:fill="FFFFFF"/>
          </w:tcPr>
          <w:p w14:paraId="72468A06"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explicitly identify the intended user(s) and the responsible party and consider the implication of their roles in order to conduct the audit and communicate accordingly.</w:t>
            </w:r>
          </w:p>
        </w:tc>
        <w:tc>
          <w:tcPr>
            <w:tcW w:w="1455" w:type="dxa"/>
            <w:gridSpan w:val="2"/>
            <w:shd w:val="clear" w:color="auto" w:fill="FFFFFF"/>
          </w:tcPr>
          <w:p w14:paraId="1729E9E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4000.101</w:t>
            </w:r>
          </w:p>
        </w:tc>
        <w:tc>
          <w:tcPr>
            <w:tcW w:w="2370" w:type="dxa"/>
            <w:shd w:val="clear" w:color="auto" w:fill="FFFFFF"/>
          </w:tcPr>
          <w:p w14:paraId="3DFE7DE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6731225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277550D0" w14:textId="77777777" w:rsidTr="00920EF4">
        <w:trPr>
          <w:trHeight w:val="315"/>
        </w:trPr>
        <w:tc>
          <w:tcPr>
            <w:tcW w:w="10343" w:type="dxa"/>
            <w:gridSpan w:val="5"/>
            <w:shd w:val="clear" w:color="auto" w:fill="FFF2CC"/>
            <w:vAlign w:val="center"/>
          </w:tcPr>
          <w:p w14:paraId="568E2D86"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Defining the subject matter and the corresponding audit criteria</w:t>
            </w:r>
          </w:p>
        </w:tc>
      </w:tr>
      <w:tr w:rsidR="0025341C" w:rsidRPr="00805AEC" w14:paraId="78633F88" w14:textId="77777777" w:rsidTr="00920EF4">
        <w:trPr>
          <w:trHeight w:val="900"/>
        </w:trPr>
        <w:tc>
          <w:tcPr>
            <w:tcW w:w="4108" w:type="dxa"/>
            <w:shd w:val="clear" w:color="auto" w:fill="FFFFFF"/>
          </w:tcPr>
          <w:p w14:paraId="5AA9FAF3"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Where the SAI has discretion to select the coverage of compliance audits, the auditor shall define the subject matter to be measured or evaluated against criteria.</w:t>
            </w:r>
          </w:p>
        </w:tc>
        <w:tc>
          <w:tcPr>
            <w:tcW w:w="1455" w:type="dxa"/>
            <w:gridSpan w:val="2"/>
            <w:shd w:val="clear" w:color="auto" w:fill="FFFFFF"/>
          </w:tcPr>
          <w:p w14:paraId="460D2FB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4000.107</w:t>
            </w:r>
            <w:r w:rsidRPr="00805AEC">
              <w:rPr>
                <w:rFonts w:ascii="Aptos" w:eastAsia="Century Gothic" w:hAnsi="Aptos" w:cs="Tahoma"/>
                <w:sz w:val="20"/>
                <w:szCs w:val="20"/>
              </w:rPr>
              <w:br/>
            </w:r>
          </w:p>
        </w:tc>
        <w:tc>
          <w:tcPr>
            <w:tcW w:w="2370" w:type="dxa"/>
            <w:shd w:val="clear" w:color="auto" w:fill="FFFFFF"/>
          </w:tcPr>
          <w:p w14:paraId="02ED625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67E2870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585A426E" w14:textId="77777777" w:rsidTr="00920EF4">
        <w:trPr>
          <w:trHeight w:val="1790"/>
        </w:trPr>
        <w:tc>
          <w:tcPr>
            <w:tcW w:w="4108" w:type="dxa"/>
            <w:shd w:val="clear" w:color="auto" w:fill="FFFFFF"/>
          </w:tcPr>
          <w:p w14:paraId="12893E65"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Where the SAI has discretion to select the coverage of compliance audits, the auditor shall identify relevant audit criteria prior to the audit to provide a basis for a conclusion/an opinion on the subject matter.</w:t>
            </w:r>
          </w:p>
        </w:tc>
        <w:tc>
          <w:tcPr>
            <w:tcW w:w="1455" w:type="dxa"/>
            <w:gridSpan w:val="2"/>
            <w:shd w:val="clear" w:color="auto" w:fill="FFFFFF"/>
          </w:tcPr>
          <w:p w14:paraId="362B511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4000.110</w:t>
            </w:r>
            <w:r w:rsidRPr="00805AEC">
              <w:rPr>
                <w:rFonts w:ascii="Aptos" w:eastAsia="Century Gothic" w:hAnsi="Aptos" w:cs="Tahoma"/>
                <w:sz w:val="20"/>
                <w:szCs w:val="20"/>
              </w:rPr>
              <w:br/>
            </w:r>
          </w:p>
        </w:tc>
        <w:tc>
          <w:tcPr>
            <w:tcW w:w="2370" w:type="dxa"/>
            <w:shd w:val="clear" w:color="auto" w:fill="FFFFFF"/>
          </w:tcPr>
          <w:p w14:paraId="36D2426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3B4B71D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04B2EAA" w14:textId="77777777" w:rsidTr="00920EF4">
        <w:trPr>
          <w:trHeight w:val="315"/>
        </w:trPr>
        <w:tc>
          <w:tcPr>
            <w:tcW w:w="10343" w:type="dxa"/>
            <w:gridSpan w:val="5"/>
            <w:shd w:val="clear" w:color="auto" w:fill="FFF2CC"/>
            <w:vAlign w:val="center"/>
          </w:tcPr>
          <w:p w14:paraId="19B35832"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Determining the level of assurance</w:t>
            </w:r>
          </w:p>
        </w:tc>
      </w:tr>
      <w:tr w:rsidR="0025341C" w:rsidRPr="00805AEC" w14:paraId="09C17491" w14:textId="77777777" w:rsidTr="00920EF4">
        <w:trPr>
          <w:trHeight w:val="1745"/>
        </w:trPr>
        <w:tc>
          <w:tcPr>
            <w:tcW w:w="4108" w:type="dxa"/>
            <w:shd w:val="clear" w:color="auto" w:fill="FFFFFF"/>
          </w:tcPr>
          <w:p w14:paraId="2F49E196"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Depending on the mandate of the SAI, the characteristics of the subject matter, and the needs of the intended user(s), the auditor shall decide whether the audit shall provide reasonable or limited assurance.</w:t>
            </w:r>
          </w:p>
        </w:tc>
        <w:tc>
          <w:tcPr>
            <w:tcW w:w="1455" w:type="dxa"/>
            <w:gridSpan w:val="2"/>
            <w:shd w:val="clear" w:color="auto" w:fill="FFFFFF"/>
          </w:tcPr>
          <w:p w14:paraId="4060095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4000.121</w:t>
            </w:r>
          </w:p>
        </w:tc>
        <w:tc>
          <w:tcPr>
            <w:tcW w:w="2370" w:type="dxa"/>
            <w:shd w:val="clear" w:color="auto" w:fill="FFFFFF"/>
          </w:tcPr>
          <w:p w14:paraId="3F52296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4E0AA75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D0E75B6" w14:textId="77777777" w:rsidTr="00920EF4">
        <w:trPr>
          <w:trHeight w:val="315"/>
        </w:trPr>
        <w:tc>
          <w:tcPr>
            <w:tcW w:w="10343" w:type="dxa"/>
            <w:gridSpan w:val="5"/>
            <w:shd w:val="clear" w:color="auto" w:fill="FFF2CC"/>
          </w:tcPr>
          <w:p w14:paraId="5DA1A39C"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Determining materiality</w:t>
            </w:r>
          </w:p>
        </w:tc>
      </w:tr>
      <w:tr w:rsidR="0025341C" w:rsidRPr="00805AEC" w14:paraId="1F7FE20C" w14:textId="77777777" w:rsidTr="00920EF4">
        <w:trPr>
          <w:trHeight w:val="980"/>
        </w:trPr>
        <w:tc>
          <w:tcPr>
            <w:tcW w:w="4108" w:type="dxa"/>
            <w:shd w:val="clear" w:color="auto" w:fill="FFFFFF"/>
          </w:tcPr>
          <w:p w14:paraId="4EC67905"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determine materiality to form a basis for the design of the audit, and re-assess it throughout the audit process.</w:t>
            </w:r>
          </w:p>
        </w:tc>
        <w:tc>
          <w:tcPr>
            <w:tcW w:w="1455" w:type="dxa"/>
            <w:gridSpan w:val="2"/>
            <w:shd w:val="clear" w:color="auto" w:fill="FFFFFF"/>
          </w:tcPr>
          <w:p w14:paraId="2F1D8D9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4000.125</w:t>
            </w:r>
          </w:p>
        </w:tc>
        <w:tc>
          <w:tcPr>
            <w:tcW w:w="2370" w:type="dxa"/>
            <w:shd w:val="clear" w:color="auto" w:fill="FFFFFF"/>
          </w:tcPr>
          <w:p w14:paraId="1BCE568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55D9CC4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5914BDD8" w14:textId="77777777" w:rsidTr="00920EF4">
        <w:trPr>
          <w:trHeight w:val="285"/>
        </w:trPr>
        <w:tc>
          <w:tcPr>
            <w:tcW w:w="10343" w:type="dxa"/>
            <w:gridSpan w:val="5"/>
            <w:shd w:val="clear" w:color="auto" w:fill="FFF2CC"/>
            <w:vAlign w:val="center"/>
          </w:tcPr>
          <w:p w14:paraId="080F96B1"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Understanding the entity and its environment including the internal control</w:t>
            </w:r>
          </w:p>
        </w:tc>
      </w:tr>
      <w:tr w:rsidR="0025341C" w:rsidRPr="00805AEC" w14:paraId="65204787" w14:textId="77777777" w:rsidTr="00920EF4">
        <w:trPr>
          <w:trHeight w:val="70"/>
        </w:trPr>
        <w:tc>
          <w:tcPr>
            <w:tcW w:w="4108" w:type="dxa"/>
            <w:shd w:val="clear" w:color="auto" w:fill="FFFFFF"/>
          </w:tcPr>
          <w:p w14:paraId="0BC3F47E"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have an understanding of the audited entity and its environment, including the entity’s internal control, to enable effective planning and execution of audit.</w:t>
            </w:r>
          </w:p>
        </w:tc>
        <w:tc>
          <w:tcPr>
            <w:tcW w:w="1455" w:type="dxa"/>
            <w:gridSpan w:val="2"/>
            <w:shd w:val="clear" w:color="auto" w:fill="FFFFFF"/>
          </w:tcPr>
          <w:p w14:paraId="7787444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4000.131</w:t>
            </w:r>
          </w:p>
        </w:tc>
        <w:tc>
          <w:tcPr>
            <w:tcW w:w="2370" w:type="dxa"/>
            <w:shd w:val="clear" w:color="auto" w:fill="FFFFFF"/>
          </w:tcPr>
          <w:p w14:paraId="1B52AAE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4D738E2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31BB0B5" w14:textId="77777777" w:rsidTr="00920EF4">
        <w:trPr>
          <w:trHeight w:val="330"/>
        </w:trPr>
        <w:tc>
          <w:tcPr>
            <w:tcW w:w="10343" w:type="dxa"/>
            <w:gridSpan w:val="5"/>
            <w:shd w:val="clear" w:color="auto" w:fill="FFF2CC"/>
            <w:vAlign w:val="center"/>
          </w:tcPr>
          <w:p w14:paraId="2264E115"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Audit strategy and audit plan</w:t>
            </w:r>
          </w:p>
        </w:tc>
      </w:tr>
      <w:tr w:rsidR="0025341C" w:rsidRPr="00805AEC" w14:paraId="174A87CA" w14:textId="77777777" w:rsidTr="00920EF4">
        <w:trPr>
          <w:trHeight w:val="1790"/>
        </w:trPr>
        <w:tc>
          <w:tcPr>
            <w:tcW w:w="4108" w:type="dxa"/>
            <w:shd w:val="clear" w:color="auto" w:fill="FFFFFF"/>
          </w:tcPr>
          <w:p w14:paraId="2856CD92"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develop and document an audit strategy and an audit plan that together describe how the audit will be performed to issue reports that will be appropriate in the circumstances, the resources needed to do so and the time schedule for the audit work.</w:t>
            </w:r>
          </w:p>
        </w:tc>
        <w:tc>
          <w:tcPr>
            <w:tcW w:w="1455" w:type="dxa"/>
            <w:gridSpan w:val="2"/>
            <w:shd w:val="clear" w:color="auto" w:fill="FFFFFF"/>
          </w:tcPr>
          <w:p w14:paraId="25192E43"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4000.137</w:t>
            </w:r>
          </w:p>
        </w:tc>
        <w:tc>
          <w:tcPr>
            <w:tcW w:w="2370" w:type="dxa"/>
            <w:shd w:val="clear" w:color="auto" w:fill="FFFFFF"/>
          </w:tcPr>
          <w:p w14:paraId="52107A1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5D295FB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5C29E52" w14:textId="77777777" w:rsidTr="00920EF4">
        <w:trPr>
          <w:trHeight w:val="350"/>
        </w:trPr>
        <w:tc>
          <w:tcPr>
            <w:tcW w:w="10343" w:type="dxa"/>
            <w:gridSpan w:val="5"/>
            <w:shd w:val="clear" w:color="auto" w:fill="00C2F7" w:themeFill="accent2"/>
            <w:vAlign w:val="center"/>
          </w:tcPr>
          <w:p w14:paraId="214817B7"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lastRenderedPageBreak/>
              <w:t>REQUIREMENTS RELATED TO PERFORMING AUDIT PROCEDURES TO OBTAIN AUDIT EVIDENCE</w:t>
            </w:r>
          </w:p>
        </w:tc>
      </w:tr>
      <w:tr w:rsidR="0025341C" w:rsidRPr="00805AEC" w14:paraId="27EC34A2" w14:textId="77777777" w:rsidTr="00920EF4">
        <w:trPr>
          <w:trHeight w:val="315"/>
        </w:trPr>
        <w:tc>
          <w:tcPr>
            <w:tcW w:w="10343" w:type="dxa"/>
            <w:gridSpan w:val="5"/>
            <w:shd w:val="clear" w:color="auto" w:fill="FFF2CC"/>
            <w:vAlign w:val="center"/>
          </w:tcPr>
          <w:p w14:paraId="76409DA2"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Sufficient and appropriate audit evidence</w:t>
            </w:r>
          </w:p>
        </w:tc>
      </w:tr>
      <w:tr w:rsidR="0025341C" w:rsidRPr="00805AEC" w14:paraId="59E06972" w14:textId="77777777" w:rsidTr="00920EF4">
        <w:trPr>
          <w:trHeight w:val="653"/>
        </w:trPr>
        <w:tc>
          <w:tcPr>
            <w:tcW w:w="4108" w:type="dxa"/>
            <w:shd w:val="clear" w:color="auto" w:fill="FFFFFF"/>
          </w:tcPr>
          <w:p w14:paraId="2BABEA2B"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plan and perform procedures to obtain sufficient and appropriate audit evidence to form a conclusion with the selected level of assurance.</w:t>
            </w:r>
          </w:p>
        </w:tc>
        <w:tc>
          <w:tcPr>
            <w:tcW w:w="1455" w:type="dxa"/>
            <w:gridSpan w:val="2"/>
            <w:shd w:val="clear" w:color="auto" w:fill="FFFFFF"/>
          </w:tcPr>
          <w:p w14:paraId="7D4339C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4000.144</w:t>
            </w:r>
          </w:p>
        </w:tc>
        <w:tc>
          <w:tcPr>
            <w:tcW w:w="2370" w:type="dxa"/>
            <w:shd w:val="clear" w:color="auto" w:fill="FFFFFF"/>
          </w:tcPr>
          <w:p w14:paraId="170B7B8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2E8FB35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3151CF1" w14:textId="77777777" w:rsidTr="00920EF4">
        <w:trPr>
          <w:trHeight w:val="983"/>
        </w:trPr>
        <w:tc>
          <w:tcPr>
            <w:tcW w:w="4108" w:type="dxa"/>
            <w:shd w:val="clear" w:color="auto" w:fill="FFFFFF"/>
          </w:tcPr>
          <w:p w14:paraId="113A2DE2"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 xml:space="preserve">The auditor in a SAI with jurisdictional powers shall perform procedures to obtain sufficient and appropriate audit evidence regarding the liability of the public official who might be held responsible for non-compliance/unlawful acts. </w:t>
            </w:r>
          </w:p>
        </w:tc>
        <w:tc>
          <w:tcPr>
            <w:tcW w:w="1455" w:type="dxa"/>
            <w:gridSpan w:val="2"/>
            <w:shd w:val="clear" w:color="auto" w:fill="FFFFFF"/>
          </w:tcPr>
          <w:p w14:paraId="7FFEE70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4000.153</w:t>
            </w:r>
          </w:p>
          <w:p w14:paraId="70F2E783" w14:textId="77777777" w:rsidR="0025341C" w:rsidRPr="00805AEC" w:rsidRDefault="0025341C" w:rsidP="00920EF4">
            <w:pPr>
              <w:spacing w:before="60" w:after="60"/>
              <w:rPr>
                <w:rFonts w:ascii="Aptos" w:eastAsia="Century Gothic" w:hAnsi="Aptos" w:cs="Tahoma"/>
                <w:sz w:val="20"/>
                <w:szCs w:val="20"/>
              </w:rPr>
            </w:pPr>
          </w:p>
        </w:tc>
        <w:tc>
          <w:tcPr>
            <w:tcW w:w="2370" w:type="dxa"/>
            <w:shd w:val="clear" w:color="auto" w:fill="FFFFFF"/>
          </w:tcPr>
          <w:p w14:paraId="31A88E4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2A6796E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3104A1AD" w14:textId="77777777" w:rsidTr="00920EF4">
        <w:trPr>
          <w:trHeight w:val="1259"/>
        </w:trPr>
        <w:tc>
          <w:tcPr>
            <w:tcW w:w="4108" w:type="dxa"/>
            <w:shd w:val="clear" w:color="auto" w:fill="FFFFFF"/>
          </w:tcPr>
          <w:p w14:paraId="3C044183"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select a combination of audit techniques to be able to form a conclusion with the selected level of assurance.</w:t>
            </w:r>
          </w:p>
        </w:tc>
        <w:tc>
          <w:tcPr>
            <w:tcW w:w="1455" w:type="dxa"/>
            <w:gridSpan w:val="2"/>
            <w:shd w:val="clear" w:color="auto" w:fill="FFFFFF"/>
          </w:tcPr>
          <w:p w14:paraId="0A52110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xml:space="preserve">ISSAI 4000.158 </w:t>
            </w:r>
            <w:r w:rsidRPr="00805AEC">
              <w:rPr>
                <w:rFonts w:ascii="Aptos" w:eastAsia="Century Gothic" w:hAnsi="Aptos" w:cs="Tahoma"/>
                <w:sz w:val="20"/>
                <w:szCs w:val="20"/>
              </w:rPr>
              <w:br/>
            </w:r>
          </w:p>
        </w:tc>
        <w:tc>
          <w:tcPr>
            <w:tcW w:w="2370" w:type="dxa"/>
            <w:shd w:val="clear" w:color="auto" w:fill="FFFFFF"/>
          </w:tcPr>
          <w:p w14:paraId="0963727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4729FE1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149A139F" w14:textId="77777777" w:rsidTr="00920EF4">
        <w:trPr>
          <w:trHeight w:val="1259"/>
        </w:trPr>
        <w:tc>
          <w:tcPr>
            <w:tcW w:w="4108" w:type="dxa"/>
            <w:shd w:val="clear" w:color="auto" w:fill="FFFFFF"/>
          </w:tcPr>
          <w:p w14:paraId="19BB38F9"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In SAIs with jurisdictional powers, the inquiry shall be carried out in written form when requested by the national law.</w:t>
            </w:r>
          </w:p>
        </w:tc>
        <w:tc>
          <w:tcPr>
            <w:tcW w:w="1455" w:type="dxa"/>
            <w:gridSpan w:val="2"/>
            <w:shd w:val="clear" w:color="auto" w:fill="FFFFFF"/>
          </w:tcPr>
          <w:p w14:paraId="3E857B1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4000.170</w:t>
            </w:r>
          </w:p>
        </w:tc>
        <w:tc>
          <w:tcPr>
            <w:tcW w:w="2370" w:type="dxa"/>
            <w:shd w:val="clear" w:color="auto" w:fill="FFFFFF"/>
          </w:tcPr>
          <w:p w14:paraId="21D07BB3" w14:textId="77777777" w:rsidR="0025341C" w:rsidRPr="00805AEC" w:rsidRDefault="0025341C" w:rsidP="00920EF4">
            <w:pPr>
              <w:spacing w:before="60" w:after="60"/>
              <w:rPr>
                <w:rFonts w:ascii="Aptos" w:eastAsia="Century Gothic" w:hAnsi="Aptos" w:cs="Tahoma"/>
                <w:sz w:val="20"/>
                <w:szCs w:val="20"/>
              </w:rPr>
            </w:pPr>
          </w:p>
        </w:tc>
        <w:tc>
          <w:tcPr>
            <w:tcW w:w="2410" w:type="dxa"/>
            <w:shd w:val="clear" w:color="auto" w:fill="FFFFFF"/>
          </w:tcPr>
          <w:p w14:paraId="5626410A" w14:textId="77777777" w:rsidR="0025341C" w:rsidRPr="00805AEC" w:rsidRDefault="0025341C" w:rsidP="00920EF4">
            <w:pPr>
              <w:spacing w:before="60" w:after="60"/>
              <w:rPr>
                <w:rFonts w:ascii="Aptos" w:eastAsia="Century Gothic" w:hAnsi="Aptos" w:cs="Tahoma"/>
                <w:sz w:val="20"/>
                <w:szCs w:val="20"/>
              </w:rPr>
            </w:pPr>
          </w:p>
        </w:tc>
      </w:tr>
      <w:tr w:rsidR="0025341C" w:rsidRPr="00805AEC" w14:paraId="7FF44E58" w14:textId="77777777" w:rsidTr="00920EF4">
        <w:trPr>
          <w:trHeight w:val="315"/>
        </w:trPr>
        <w:tc>
          <w:tcPr>
            <w:tcW w:w="10343" w:type="dxa"/>
            <w:gridSpan w:val="5"/>
            <w:shd w:val="clear" w:color="auto" w:fill="FFF2CC"/>
            <w:vAlign w:val="center"/>
          </w:tcPr>
          <w:p w14:paraId="75EF7F51"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Audit sampling</w:t>
            </w:r>
          </w:p>
        </w:tc>
      </w:tr>
      <w:tr w:rsidR="0025341C" w:rsidRPr="00805AEC" w14:paraId="3D3ECF9F" w14:textId="77777777" w:rsidTr="00920EF4">
        <w:trPr>
          <w:trHeight w:val="669"/>
        </w:trPr>
        <w:tc>
          <w:tcPr>
            <w:tcW w:w="4108" w:type="dxa"/>
            <w:shd w:val="clear" w:color="auto" w:fill="FFFFFF"/>
          </w:tcPr>
          <w:p w14:paraId="5A6E72D7"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use audit sampling, where appropriate, to provide a sufficient amount of items to draw conclusions about the population from which the sample is selected. When designing an audit sample, the auditor shall consider the purpose of the audit procedure and the characteristics of the population from which the sample will be drawn.</w:t>
            </w:r>
          </w:p>
        </w:tc>
        <w:tc>
          <w:tcPr>
            <w:tcW w:w="1455" w:type="dxa"/>
            <w:gridSpan w:val="2"/>
            <w:shd w:val="clear" w:color="auto" w:fill="FFFFFF"/>
          </w:tcPr>
          <w:p w14:paraId="5A38791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4000.172</w:t>
            </w:r>
          </w:p>
        </w:tc>
        <w:tc>
          <w:tcPr>
            <w:tcW w:w="2370" w:type="dxa"/>
            <w:shd w:val="clear" w:color="auto" w:fill="FFFFFF"/>
          </w:tcPr>
          <w:p w14:paraId="438A898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34C9D00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4FFA7D99" w14:textId="77777777" w:rsidTr="00920EF4">
        <w:trPr>
          <w:trHeight w:val="368"/>
        </w:trPr>
        <w:tc>
          <w:tcPr>
            <w:tcW w:w="10343" w:type="dxa"/>
            <w:gridSpan w:val="5"/>
            <w:shd w:val="clear" w:color="auto" w:fill="00C2F7" w:themeFill="accent2"/>
            <w:vAlign w:val="center"/>
          </w:tcPr>
          <w:p w14:paraId="2DAFE53F"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REQUIREMENTS RELATED TO EVALUATING AUDIT EVIDENCE AND FORMING CONCLUSIONS</w:t>
            </w:r>
          </w:p>
        </w:tc>
      </w:tr>
      <w:tr w:rsidR="0025341C" w:rsidRPr="00805AEC" w14:paraId="3F85A0DC" w14:textId="77777777" w:rsidTr="00920EF4">
        <w:trPr>
          <w:trHeight w:val="324"/>
        </w:trPr>
        <w:tc>
          <w:tcPr>
            <w:tcW w:w="4108" w:type="dxa"/>
            <w:shd w:val="clear" w:color="auto" w:fill="FFFFFF"/>
          </w:tcPr>
          <w:p w14:paraId="57B13D02"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compare the obtained audit evidence with the stated audit criteria to form audit findings for the audit conclusion(s).</w:t>
            </w:r>
          </w:p>
        </w:tc>
        <w:tc>
          <w:tcPr>
            <w:tcW w:w="1455" w:type="dxa"/>
            <w:gridSpan w:val="2"/>
            <w:shd w:val="clear" w:color="auto" w:fill="FFFFFF"/>
          </w:tcPr>
          <w:p w14:paraId="457E5B2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4000.179</w:t>
            </w:r>
          </w:p>
        </w:tc>
        <w:tc>
          <w:tcPr>
            <w:tcW w:w="2370" w:type="dxa"/>
            <w:shd w:val="clear" w:color="auto" w:fill="FFFFFF"/>
          </w:tcPr>
          <w:p w14:paraId="1B7CCB4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1D902FC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2E45495B" w14:textId="77777777" w:rsidTr="00920EF4">
        <w:trPr>
          <w:trHeight w:val="1457"/>
        </w:trPr>
        <w:tc>
          <w:tcPr>
            <w:tcW w:w="4108" w:type="dxa"/>
            <w:shd w:val="clear" w:color="auto" w:fill="FFFFFF"/>
          </w:tcPr>
          <w:p w14:paraId="04790146"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Based on the audit findings, and the materiality, the auditor shall draw a conclusion whether the subject matter is, in all material respects, in compliance with the applicable criteria.</w:t>
            </w:r>
          </w:p>
        </w:tc>
        <w:tc>
          <w:tcPr>
            <w:tcW w:w="1455" w:type="dxa"/>
            <w:gridSpan w:val="2"/>
            <w:shd w:val="clear" w:color="auto" w:fill="FFFFFF"/>
          </w:tcPr>
          <w:p w14:paraId="31329CB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4000.184</w:t>
            </w:r>
            <w:r w:rsidRPr="00805AEC">
              <w:rPr>
                <w:rFonts w:ascii="Aptos" w:eastAsia="Century Gothic" w:hAnsi="Aptos" w:cs="Tahoma"/>
                <w:sz w:val="20"/>
                <w:szCs w:val="20"/>
              </w:rPr>
              <w:br/>
            </w:r>
          </w:p>
        </w:tc>
        <w:tc>
          <w:tcPr>
            <w:tcW w:w="2370" w:type="dxa"/>
            <w:shd w:val="clear" w:color="auto" w:fill="FFFFFF"/>
          </w:tcPr>
          <w:p w14:paraId="7DB3F558"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7BD8266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6828826" w14:textId="77777777" w:rsidTr="00920EF4">
        <w:trPr>
          <w:trHeight w:val="692"/>
        </w:trPr>
        <w:tc>
          <w:tcPr>
            <w:tcW w:w="4108" w:type="dxa"/>
            <w:shd w:val="clear" w:color="auto" w:fill="FFFFFF"/>
          </w:tcPr>
          <w:p w14:paraId="331BF41D"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communicate the level of assurance provided in a transparent way.</w:t>
            </w:r>
          </w:p>
        </w:tc>
        <w:tc>
          <w:tcPr>
            <w:tcW w:w="1455" w:type="dxa"/>
            <w:gridSpan w:val="2"/>
            <w:shd w:val="clear" w:color="auto" w:fill="FFFFFF"/>
          </w:tcPr>
          <w:p w14:paraId="5270BE0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4000.188</w:t>
            </w:r>
          </w:p>
          <w:p w14:paraId="4A36BC94" w14:textId="77777777" w:rsidR="0025341C" w:rsidRPr="00805AEC" w:rsidRDefault="0025341C" w:rsidP="00920EF4">
            <w:pPr>
              <w:spacing w:before="60" w:after="60"/>
              <w:rPr>
                <w:rFonts w:ascii="Aptos" w:eastAsia="Century Gothic" w:hAnsi="Aptos" w:cs="Tahoma"/>
                <w:sz w:val="20"/>
                <w:szCs w:val="20"/>
              </w:rPr>
            </w:pPr>
          </w:p>
        </w:tc>
        <w:tc>
          <w:tcPr>
            <w:tcW w:w="2370" w:type="dxa"/>
            <w:shd w:val="clear" w:color="auto" w:fill="FFFFFF"/>
          </w:tcPr>
          <w:p w14:paraId="30ED4FC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1B1A9994"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058E056D" w14:textId="77777777" w:rsidTr="00920EF4">
        <w:trPr>
          <w:trHeight w:val="315"/>
        </w:trPr>
        <w:tc>
          <w:tcPr>
            <w:tcW w:w="10343" w:type="dxa"/>
            <w:gridSpan w:val="5"/>
            <w:shd w:val="clear" w:color="auto" w:fill="00C2F7" w:themeFill="accent2"/>
            <w:vAlign w:val="center"/>
          </w:tcPr>
          <w:p w14:paraId="38ADFB4A"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lastRenderedPageBreak/>
              <w:t>REQUIREMENTS RELATED TO REPORTING</w:t>
            </w:r>
          </w:p>
        </w:tc>
      </w:tr>
      <w:tr w:rsidR="0025341C" w:rsidRPr="00805AEC" w14:paraId="25C3731E" w14:textId="77777777" w:rsidTr="00920EF4">
        <w:trPr>
          <w:trHeight w:val="458"/>
        </w:trPr>
        <w:tc>
          <w:tcPr>
            <w:tcW w:w="4108" w:type="dxa"/>
            <w:shd w:val="clear" w:color="auto" w:fill="FFFFFF"/>
          </w:tcPr>
          <w:p w14:paraId="3472DB46"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communicate the conclusion in an audit report. The conclusion can be expressed either as an opinion, conclusion, and answer to specific audit questions or recommendations.</w:t>
            </w:r>
          </w:p>
        </w:tc>
        <w:tc>
          <w:tcPr>
            <w:tcW w:w="1455" w:type="dxa"/>
            <w:gridSpan w:val="2"/>
            <w:shd w:val="clear" w:color="auto" w:fill="FFFFFF"/>
          </w:tcPr>
          <w:p w14:paraId="3552DA8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4000.191</w:t>
            </w:r>
          </w:p>
        </w:tc>
        <w:tc>
          <w:tcPr>
            <w:tcW w:w="2370" w:type="dxa"/>
            <w:shd w:val="clear" w:color="auto" w:fill="FFFFFF"/>
          </w:tcPr>
          <w:p w14:paraId="46956B0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6D38593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81CB6ED" w14:textId="77777777" w:rsidTr="00920EF4">
        <w:trPr>
          <w:trHeight w:val="1268"/>
        </w:trPr>
        <w:tc>
          <w:tcPr>
            <w:tcW w:w="4108" w:type="dxa"/>
            <w:shd w:val="clear" w:color="auto" w:fill="FFFFFF"/>
          </w:tcPr>
          <w:p w14:paraId="5623FB2C"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prepare an audit report based on the principles of completeness, objectivity, timeliness, accuracy and contradiction.</w:t>
            </w:r>
          </w:p>
        </w:tc>
        <w:tc>
          <w:tcPr>
            <w:tcW w:w="1455" w:type="dxa"/>
            <w:gridSpan w:val="2"/>
            <w:shd w:val="clear" w:color="auto" w:fill="FFFFFF"/>
          </w:tcPr>
          <w:p w14:paraId="3D67A672"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4000.202</w:t>
            </w:r>
          </w:p>
        </w:tc>
        <w:tc>
          <w:tcPr>
            <w:tcW w:w="2370" w:type="dxa"/>
            <w:shd w:val="clear" w:color="auto" w:fill="FFFFFF"/>
          </w:tcPr>
          <w:p w14:paraId="4C6926A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78FB9F5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68C94632" w14:textId="77777777" w:rsidTr="00920EF4">
        <w:trPr>
          <w:trHeight w:val="315"/>
        </w:trPr>
        <w:tc>
          <w:tcPr>
            <w:tcW w:w="10343" w:type="dxa"/>
            <w:gridSpan w:val="5"/>
            <w:shd w:val="clear" w:color="auto" w:fill="FFF2CC"/>
            <w:vAlign w:val="center"/>
          </w:tcPr>
          <w:p w14:paraId="30A298B6"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Report structure - direct reporting engagement</w:t>
            </w:r>
          </w:p>
        </w:tc>
      </w:tr>
      <w:tr w:rsidR="0025341C" w:rsidRPr="00805AEC" w14:paraId="27D8FD5E" w14:textId="77777777" w:rsidTr="00920EF4">
        <w:trPr>
          <w:trHeight w:val="1268"/>
        </w:trPr>
        <w:tc>
          <w:tcPr>
            <w:tcW w:w="4108" w:type="dxa"/>
            <w:shd w:val="clear" w:color="auto" w:fill="FFFFFF"/>
          </w:tcPr>
          <w:p w14:paraId="0C96E254"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 report shall include the following elements (although not necessarily in this order):</w:t>
            </w:r>
          </w:p>
          <w:p w14:paraId="13757527"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Title</w:t>
            </w:r>
          </w:p>
          <w:p w14:paraId="1C1C1B55"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Identification of the auditing standards</w:t>
            </w:r>
          </w:p>
          <w:p w14:paraId="7D514E43"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Executive summary (as appropriate)</w:t>
            </w:r>
          </w:p>
          <w:p w14:paraId="33345DFF"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Description of the subject matter and the scope (extent and limits of the audit, including the time period covered)</w:t>
            </w:r>
          </w:p>
          <w:p w14:paraId="7B06CAA3"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Audit criteria</w:t>
            </w:r>
          </w:p>
          <w:p w14:paraId="4E98C899"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Explanation and reasoning for the methods used</w:t>
            </w:r>
          </w:p>
          <w:p w14:paraId="56547950"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Findings</w:t>
            </w:r>
          </w:p>
          <w:p w14:paraId="01BEC2D7"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Conclusion(s) based on answers to specific audit questions or opinion</w:t>
            </w:r>
          </w:p>
          <w:p w14:paraId="0E455E3E"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Replies from the audited entity (as appropriate)</w:t>
            </w:r>
          </w:p>
          <w:p w14:paraId="163D237B" w14:textId="77777777" w:rsidR="0025341C" w:rsidRPr="00805AEC" w:rsidRDefault="0025341C" w:rsidP="00920EF4">
            <w:pPr>
              <w:numPr>
                <w:ilvl w:val="0"/>
                <w:numId w:val="58"/>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Recommendations (as appropriate)</w:t>
            </w:r>
          </w:p>
        </w:tc>
        <w:tc>
          <w:tcPr>
            <w:tcW w:w="1455" w:type="dxa"/>
            <w:gridSpan w:val="2"/>
            <w:shd w:val="clear" w:color="auto" w:fill="FFFFFF"/>
          </w:tcPr>
          <w:p w14:paraId="4286DD95"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4000.210</w:t>
            </w:r>
          </w:p>
        </w:tc>
        <w:tc>
          <w:tcPr>
            <w:tcW w:w="2370" w:type="dxa"/>
            <w:shd w:val="clear" w:color="auto" w:fill="FFFFFF"/>
          </w:tcPr>
          <w:p w14:paraId="4AEF63F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5CD9BA9D"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2E1C8771" w14:textId="77777777" w:rsidTr="00920EF4">
        <w:trPr>
          <w:trHeight w:val="315"/>
        </w:trPr>
        <w:tc>
          <w:tcPr>
            <w:tcW w:w="10343" w:type="dxa"/>
            <w:gridSpan w:val="5"/>
            <w:shd w:val="clear" w:color="auto" w:fill="FFF2CC"/>
            <w:vAlign w:val="center"/>
          </w:tcPr>
          <w:p w14:paraId="4A7CBAF1"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Report structure - attestation engagement</w:t>
            </w:r>
          </w:p>
        </w:tc>
      </w:tr>
      <w:tr w:rsidR="0025341C" w:rsidRPr="00805AEC" w14:paraId="59F6F954" w14:textId="77777777" w:rsidTr="00920EF4">
        <w:trPr>
          <w:trHeight w:val="226"/>
        </w:trPr>
        <w:tc>
          <w:tcPr>
            <w:tcW w:w="4108" w:type="dxa"/>
            <w:shd w:val="clear" w:color="auto" w:fill="FFFFFF"/>
          </w:tcPr>
          <w:p w14:paraId="1784D65D"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 report shall include the following elements (although not necessarily in this order):</w:t>
            </w:r>
          </w:p>
          <w:p w14:paraId="5E207F3B"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Title</w:t>
            </w:r>
          </w:p>
          <w:p w14:paraId="1FBDE549"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Addressee</w:t>
            </w:r>
          </w:p>
          <w:p w14:paraId="5311D5BE"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Description of the subject matter information, and when appropriate the underlying subject matter</w:t>
            </w:r>
          </w:p>
          <w:p w14:paraId="6E41CB03"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Extent and limits of the audit including the time period covered</w:t>
            </w:r>
          </w:p>
          <w:p w14:paraId="6D162EFE"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Responsibilities of the responsible party and the auditor</w:t>
            </w:r>
          </w:p>
          <w:p w14:paraId="0715BEB0"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Audit criteria</w:t>
            </w:r>
          </w:p>
          <w:p w14:paraId="68411584"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lastRenderedPageBreak/>
              <w:t>Identification of the auditing standards and level of assurance</w:t>
            </w:r>
          </w:p>
          <w:p w14:paraId="23E34FE8"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A summary of the work performed and methods used</w:t>
            </w:r>
          </w:p>
          <w:p w14:paraId="627D40C9"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Opinion/conclusion</w:t>
            </w:r>
          </w:p>
          <w:p w14:paraId="7A2B4020"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Replies from the audited entity (as appropriate)</w:t>
            </w:r>
          </w:p>
          <w:p w14:paraId="6847F50C"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Report date</w:t>
            </w:r>
          </w:p>
          <w:p w14:paraId="2B90BD14" w14:textId="77777777" w:rsidR="0025341C" w:rsidRPr="00805AEC" w:rsidRDefault="0025341C" w:rsidP="00920EF4">
            <w:pPr>
              <w:numPr>
                <w:ilvl w:val="0"/>
                <w:numId w:val="59"/>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Signature</w:t>
            </w:r>
          </w:p>
          <w:p w14:paraId="6AB27B6F" w14:textId="77777777" w:rsidR="0025341C" w:rsidRPr="00805AEC" w:rsidRDefault="0025341C" w:rsidP="00920EF4">
            <w:pPr>
              <w:spacing w:before="60" w:after="60"/>
              <w:rPr>
                <w:rFonts w:ascii="Aptos" w:eastAsia="Century Gothic" w:hAnsi="Aptos" w:cs="Tahoma"/>
                <w:sz w:val="20"/>
                <w:szCs w:val="20"/>
              </w:rPr>
            </w:pPr>
          </w:p>
          <w:p w14:paraId="5C3642FD" w14:textId="77777777" w:rsidR="0025341C" w:rsidRPr="00805AEC" w:rsidRDefault="0025341C" w:rsidP="00920EF4">
            <w:pPr>
              <w:spacing w:before="60" w:after="60"/>
              <w:rPr>
                <w:rFonts w:ascii="Aptos" w:eastAsia="Century Gothic" w:hAnsi="Aptos" w:cs="Tahoma"/>
                <w:sz w:val="20"/>
                <w:szCs w:val="20"/>
              </w:rPr>
            </w:pPr>
          </w:p>
        </w:tc>
        <w:tc>
          <w:tcPr>
            <w:tcW w:w="1455" w:type="dxa"/>
            <w:gridSpan w:val="2"/>
            <w:shd w:val="clear" w:color="auto" w:fill="FFFFFF"/>
          </w:tcPr>
          <w:p w14:paraId="28B4D2CE"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lastRenderedPageBreak/>
              <w:t>ISSAI 4000.218</w:t>
            </w:r>
          </w:p>
        </w:tc>
        <w:tc>
          <w:tcPr>
            <w:tcW w:w="2370" w:type="dxa"/>
            <w:shd w:val="clear" w:color="auto" w:fill="FFFFFF"/>
          </w:tcPr>
          <w:p w14:paraId="3C07FC15"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195E83E7"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78C81076" w14:textId="77777777" w:rsidTr="00920EF4">
        <w:trPr>
          <w:trHeight w:val="315"/>
        </w:trPr>
        <w:tc>
          <w:tcPr>
            <w:tcW w:w="10343" w:type="dxa"/>
            <w:gridSpan w:val="5"/>
            <w:shd w:val="clear" w:color="auto" w:fill="FFF2CC"/>
            <w:vAlign w:val="center"/>
          </w:tcPr>
          <w:p w14:paraId="72C7DF22"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Additional report structure - SAIs with jurisdictional powers</w:t>
            </w:r>
          </w:p>
        </w:tc>
      </w:tr>
      <w:tr w:rsidR="0025341C" w:rsidRPr="00805AEC" w14:paraId="066BCB32" w14:textId="77777777" w:rsidTr="00920EF4">
        <w:trPr>
          <w:trHeight w:val="64"/>
        </w:trPr>
        <w:tc>
          <w:tcPr>
            <w:tcW w:w="4108" w:type="dxa"/>
            <w:shd w:val="clear" w:color="auto" w:fill="FFFFFF"/>
          </w:tcPr>
          <w:p w14:paraId="2E2C7B79"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In the SAIs with jurisdictional powers, the auditor shall consider the role of the prosecutor or those responsible for dealing with judgment issues within the SAI, and shall also include as appropriate, the following elements in both direct reporting and attestation engagements:</w:t>
            </w:r>
          </w:p>
          <w:p w14:paraId="7B89AD7D"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Identification of the responsible parties and the audited entity.</w:t>
            </w:r>
          </w:p>
          <w:p w14:paraId="6BD1A120"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The responsible person(s) involved and their responsibilities.</w:t>
            </w:r>
          </w:p>
          <w:p w14:paraId="641F271C"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Identification of the auditing standards applied in performing the work.</w:t>
            </w:r>
          </w:p>
          <w:p w14:paraId="1A2C38F6"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Responsibilities of the auditor.</w:t>
            </w:r>
          </w:p>
          <w:p w14:paraId="2D91FC67"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A summary of the work performed.</w:t>
            </w:r>
          </w:p>
          <w:p w14:paraId="548CB663"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Operations and procedures etc. that are affected by non-compliance acts and/or possible unlawful acts. This needs to include, as appropriate:</w:t>
            </w:r>
          </w:p>
          <w:p w14:paraId="353DCBEF" w14:textId="77777777" w:rsidR="0025341C" w:rsidRPr="00805AEC" w:rsidRDefault="0025341C" w:rsidP="00920EF4">
            <w:pPr>
              <w:numPr>
                <w:ilvl w:val="0"/>
                <w:numId w:val="57"/>
              </w:numPr>
              <w:spacing w:before="60" w:after="60"/>
              <w:ind w:left="1293"/>
              <w:contextualSpacing/>
              <w:rPr>
                <w:rFonts w:ascii="Aptos" w:eastAsia="Century Gothic" w:hAnsi="Aptos" w:cs="Tahoma"/>
                <w:sz w:val="20"/>
                <w:szCs w:val="20"/>
              </w:rPr>
            </w:pPr>
            <w:r w:rsidRPr="00805AEC">
              <w:rPr>
                <w:rFonts w:ascii="Aptos" w:eastAsia="Century Gothic" w:hAnsi="Aptos" w:cs="Tahoma"/>
                <w:sz w:val="20"/>
                <w:szCs w:val="20"/>
              </w:rPr>
              <w:t>description of the finding and of its cause</w:t>
            </w:r>
          </w:p>
          <w:p w14:paraId="1EC54CBE" w14:textId="77777777" w:rsidR="0025341C" w:rsidRPr="00805AEC" w:rsidRDefault="0025341C" w:rsidP="00920EF4">
            <w:pPr>
              <w:numPr>
                <w:ilvl w:val="0"/>
                <w:numId w:val="57"/>
              </w:numPr>
              <w:spacing w:before="60" w:after="60"/>
              <w:ind w:left="1293"/>
              <w:contextualSpacing/>
              <w:rPr>
                <w:rFonts w:ascii="Aptos" w:eastAsia="Century Gothic" w:hAnsi="Aptos" w:cs="Tahoma"/>
                <w:sz w:val="20"/>
                <w:szCs w:val="20"/>
              </w:rPr>
            </w:pPr>
            <w:r w:rsidRPr="00805AEC">
              <w:rPr>
                <w:rFonts w:ascii="Aptos" w:eastAsia="Century Gothic" w:hAnsi="Aptos" w:cs="Tahoma"/>
                <w:sz w:val="20"/>
                <w:szCs w:val="20"/>
              </w:rPr>
              <w:t>The legal act which has been infringed (the audit criteria),</w:t>
            </w:r>
          </w:p>
          <w:p w14:paraId="121DE25A" w14:textId="77777777" w:rsidR="0025341C" w:rsidRPr="00805AEC" w:rsidRDefault="0025341C" w:rsidP="00920EF4">
            <w:pPr>
              <w:numPr>
                <w:ilvl w:val="0"/>
                <w:numId w:val="57"/>
              </w:numPr>
              <w:spacing w:before="60" w:after="60"/>
              <w:ind w:left="1293"/>
              <w:contextualSpacing/>
              <w:rPr>
                <w:rFonts w:ascii="Aptos" w:eastAsia="Century Gothic" w:hAnsi="Aptos" w:cs="Tahoma"/>
                <w:sz w:val="20"/>
                <w:szCs w:val="20"/>
              </w:rPr>
            </w:pPr>
            <w:r w:rsidRPr="00805AEC">
              <w:rPr>
                <w:rFonts w:ascii="Aptos" w:eastAsia="Century Gothic" w:hAnsi="Aptos" w:cs="Tahoma"/>
                <w:sz w:val="20"/>
                <w:szCs w:val="20"/>
              </w:rPr>
              <w:t>The consequences of the non-compliance acts and/or possible unlawful acts.</w:t>
            </w:r>
          </w:p>
          <w:p w14:paraId="1F815B8F"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The responsible persons and their explanations regarding their non-compliance acts and /or possible unlawful acts, when appropriate.</w:t>
            </w:r>
          </w:p>
          <w:p w14:paraId="40A22DA7"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The auditor’s professional judgment which determines whether there is personal liability for non-compliance acts.</w:t>
            </w:r>
          </w:p>
          <w:p w14:paraId="28BE3C0E"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 xml:space="preserve">The value of the loss/misuse/waste created and </w:t>
            </w:r>
            <w:r w:rsidRPr="00805AEC">
              <w:rPr>
                <w:rFonts w:ascii="Aptos" w:eastAsia="Century Gothic" w:hAnsi="Aptos" w:cs="Tahoma"/>
                <w:sz w:val="20"/>
                <w:szCs w:val="20"/>
              </w:rPr>
              <w:lastRenderedPageBreak/>
              <w:t>the amount to be paid due to personal liability.</w:t>
            </w:r>
          </w:p>
          <w:p w14:paraId="2512BD81"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Any measures taken by responsible persons during the audit to repair the loss/misuse/waste created.</w:t>
            </w:r>
          </w:p>
          <w:p w14:paraId="5AFCBE3A" w14:textId="77777777" w:rsidR="0025341C" w:rsidRPr="00805AEC" w:rsidRDefault="0025341C" w:rsidP="00920EF4">
            <w:pPr>
              <w:numPr>
                <w:ilvl w:val="0"/>
                <w:numId w:val="56"/>
              </w:numPr>
              <w:spacing w:before="60" w:after="60"/>
              <w:ind w:left="868"/>
              <w:contextualSpacing/>
              <w:rPr>
                <w:rFonts w:ascii="Aptos" w:eastAsia="Century Gothic" w:hAnsi="Aptos" w:cs="Tahoma"/>
                <w:sz w:val="20"/>
                <w:szCs w:val="20"/>
              </w:rPr>
            </w:pPr>
            <w:r w:rsidRPr="00805AEC">
              <w:rPr>
                <w:rFonts w:ascii="Aptos" w:eastAsia="Century Gothic" w:hAnsi="Aptos" w:cs="Tahoma"/>
                <w:sz w:val="20"/>
                <w:szCs w:val="20"/>
              </w:rPr>
              <w:t>The management’s arguments on the non-compliance/unlawful acts.</w:t>
            </w:r>
          </w:p>
        </w:tc>
        <w:tc>
          <w:tcPr>
            <w:tcW w:w="1455" w:type="dxa"/>
            <w:gridSpan w:val="2"/>
            <w:shd w:val="clear" w:color="auto" w:fill="FFFFFF"/>
          </w:tcPr>
          <w:p w14:paraId="2D1A9209"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lastRenderedPageBreak/>
              <w:t>ISSAI 4000.221</w:t>
            </w:r>
          </w:p>
        </w:tc>
        <w:tc>
          <w:tcPr>
            <w:tcW w:w="2370" w:type="dxa"/>
            <w:shd w:val="clear" w:color="auto" w:fill="FFFFFF"/>
          </w:tcPr>
          <w:p w14:paraId="6F612A60"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7DA38D2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06BE042F" w14:textId="77777777" w:rsidTr="00920EF4">
        <w:trPr>
          <w:trHeight w:val="315"/>
        </w:trPr>
        <w:tc>
          <w:tcPr>
            <w:tcW w:w="10343" w:type="dxa"/>
            <w:gridSpan w:val="5"/>
            <w:shd w:val="clear" w:color="auto" w:fill="FFF2CC"/>
            <w:vAlign w:val="center"/>
          </w:tcPr>
          <w:p w14:paraId="705EFA87"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sz w:val="20"/>
                <w:szCs w:val="20"/>
              </w:rPr>
              <w:t>Considerations related to the reporting of suspected unlawful acts</w:t>
            </w:r>
          </w:p>
        </w:tc>
      </w:tr>
      <w:tr w:rsidR="0025341C" w:rsidRPr="00805AEC" w14:paraId="7487BC84" w14:textId="77777777" w:rsidTr="00920EF4">
        <w:trPr>
          <w:trHeight w:val="70"/>
        </w:trPr>
        <w:tc>
          <w:tcPr>
            <w:tcW w:w="4108" w:type="dxa"/>
            <w:shd w:val="clear" w:color="auto" w:fill="FFFFFF"/>
          </w:tcPr>
          <w:p w14:paraId="42B32B35"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In conducting compliance audits, if the auditor comes across instances of non-compliance which may be indicative of unlawful acts or fraud, s/he shall exercise due professional care and caution and communicate those instances to the responsible body. The auditor shall exercise due care not to interfere with potential future legal proceedings or investigations.</w:t>
            </w:r>
          </w:p>
        </w:tc>
        <w:tc>
          <w:tcPr>
            <w:tcW w:w="1455" w:type="dxa"/>
            <w:gridSpan w:val="2"/>
            <w:shd w:val="clear" w:color="auto" w:fill="FFFFFF"/>
          </w:tcPr>
          <w:p w14:paraId="6E8D6991"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4000.225</w:t>
            </w:r>
          </w:p>
        </w:tc>
        <w:tc>
          <w:tcPr>
            <w:tcW w:w="2370" w:type="dxa"/>
            <w:shd w:val="clear" w:color="auto" w:fill="FFFFFF"/>
          </w:tcPr>
          <w:p w14:paraId="4217CD4C"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262BAC8F"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tr w:rsidR="0025341C" w:rsidRPr="00805AEC" w14:paraId="4D014928" w14:textId="77777777" w:rsidTr="00920EF4">
        <w:trPr>
          <w:trHeight w:val="285"/>
        </w:trPr>
        <w:tc>
          <w:tcPr>
            <w:tcW w:w="10343" w:type="dxa"/>
            <w:gridSpan w:val="5"/>
            <w:shd w:val="clear" w:color="auto" w:fill="00C2F7" w:themeFill="accent2"/>
            <w:vAlign w:val="center"/>
          </w:tcPr>
          <w:p w14:paraId="16581A9A" w14:textId="77777777" w:rsidR="0025341C" w:rsidRPr="00805AEC" w:rsidRDefault="0025341C"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REQUIREMENT RELATED TO FOLLOW-UP</w:t>
            </w:r>
          </w:p>
        </w:tc>
      </w:tr>
      <w:tr w:rsidR="0025341C" w:rsidRPr="00805AEC" w14:paraId="64F45057" w14:textId="77777777" w:rsidTr="00920EF4">
        <w:trPr>
          <w:trHeight w:val="1021"/>
        </w:trPr>
        <w:tc>
          <w:tcPr>
            <w:tcW w:w="4108" w:type="dxa"/>
            <w:shd w:val="clear" w:color="auto" w:fill="FFFFFF"/>
          </w:tcPr>
          <w:p w14:paraId="45605ABF" w14:textId="77777777" w:rsidR="0025341C" w:rsidRPr="00805AEC" w:rsidRDefault="0025341C" w:rsidP="00920EF4">
            <w:pPr>
              <w:numPr>
                <w:ilvl w:val="0"/>
                <w:numId w:val="60"/>
              </w:numPr>
              <w:spacing w:before="60" w:after="60"/>
              <w:ind w:left="442"/>
              <w:contextualSpacing/>
              <w:rPr>
                <w:rFonts w:ascii="Aptos" w:eastAsia="Century Gothic" w:hAnsi="Aptos" w:cs="Tahoma"/>
                <w:sz w:val="20"/>
                <w:szCs w:val="20"/>
              </w:rPr>
            </w:pPr>
            <w:r w:rsidRPr="00805AEC">
              <w:rPr>
                <w:rFonts w:ascii="Aptos" w:eastAsia="Century Gothic" w:hAnsi="Aptos" w:cs="Tahoma"/>
                <w:sz w:val="20"/>
                <w:szCs w:val="20"/>
              </w:rPr>
              <w:t>The auditor shall decide follow up on opinions/conclusions/ recommendations of instances of non-compliance in the audit report when appropriate.</w:t>
            </w:r>
          </w:p>
        </w:tc>
        <w:tc>
          <w:tcPr>
            <w:tcW w:w="1455" w:type="dxa"/>
            <w:gridSpan w:val="2"/>
            <w:shd w:val="clear" w:color="auto" w:fill="FFFFFF"/>
          </w:tcPr>
          <w:p w14:paraId="1C863BB6"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ISSAI 4000.232</w:t>
            </w:r>
          </w:p>
        </w:tc>
        <w:tc>
          <w:tcPr>
            <w:tcW w:w="2370" w:type="dxa"/>
            <w:shd w:val="clear" w:color="auto" w:fill="FFFFFF"/>
          </w:tcPr>
          <w:p w14:paraId="64AD854A"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c>
          <w:tcPr>
            <w:tcW w:w="2410" w:type="dxa"/>
            <w:shd w:val="clear" w:color="auto" w:fill="FFFFFF"/>
          </w:tcPr>
          <w:p w14:paraId="6FDF4F5B" w14:textId="77777777" w:rsidR="0025341C" w:rsidRPr="00805AEC" w:rsidRDefault="0025341C" w:rsidP="00920EF4">
            <w:pPr>
              <w:spacing w:before="60" w:after="60"/>
              <w:rPr>
                <w:rFonts w:ascii="Aptos" w:eastAsia="Century Gothic" w:hAnsi="Aptos" w:cs="Tahoma"/>
                <w:sz w:val="20"/>
                <w:szCs w:val="20"/>
              </w:rPr>
            </w:pPr>
            <w:r w:rsidRPr="00805AEC">
              <w:rPr>
                <w:rFonts w:ascii="Aptos" w:eastAsia="Century Gothic" w:hAnsi="Aptos" w:cs="Tahoma"/>
                <w:sz w:val="20"/>
                <w:szCs w:val="20"/>
              </w:rPr>
              <w:t> </w:t>
            </w:r>
          </w:p>
        </w:tc>
      </w:tr>
      <w:bookmarkEnd w:id="1"/>
    </w:tbl>
    <w:p w14:paraId="0BBB043B" w14:textId="77777777" w:rsidR="0025341C" w:rsidRPr="00805AEC" w:rsidRDefault="0025341C" w:rsidP="0025341C">
      <w:pPr>
        <w:widowControl/>
        <w:autoSpaceDE/>
        <w:autoSpaceDN/>
        <w:rPr>
          <w:rFonts w:ascii="Aptos" w:eastAsia="Times New Roman" w:hAnsi="Aptos" w:cs="Tahoma"/>
          <w:sz w:val="24"/>
          <w:szCs w:val="24"/>
          <w:lang w:val="en-GB"/>
        </w:rPr>
      </w:pPr>
    </w:p>
    <w:p w14:paraId="209E111F" w14:textId="77777777" w:rsidR="0025341C" w:rsidRPr="00805AEC" w:rsidRDefault="0025341C" w:rsidP="0025341C">
      <w:pPr>
        <w:widowControl/>
        <w:autoSpaceDE/>
        <w:autoSpaceDN/>
        <w:rPr>
          <w:rFonts w:ascii="Aptos" w:eastAsia="Times New Roman" w:hAnsi="Aptos" w:cs="Tahoma"/>
          <w:sz w:val="24"/>
          <w:szCs w:val="24"/>
          <w:lang w:val="en-GB"/>
        </w:rPr>
      </w:pPr>
    </w:p>
    <w:p w14:paraId="4F0780F6" w14:textId="338112D7" w:rsidR="005648B7" w:rsidRPr="0025341C" w:rsidRDefault="005648B7" w:rsidP="0025341C"/>
    <w:sectPr w:rsidR="005648B7" w:rsidRPr="0025341C"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DB8A1" w14:textId="77777777" w:rsidR="008854FE" w:rsidRDefault="008854FE">
      <w:r>
        <w:separator/>
      </w:r>
    </w:p>
  </w:endnote>
  <w:endnote w:type="continuationSeparator" w:id="0">
    <w:p w14:paraId="59E2E2C2" w14:textId="77777777" w:rsidR="008854FE" w:rsidRDefault="00885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333106027"/>
      <w:docPartObj>
        <w:docPartGallery w:val="Page Numbers (Bottom of Page)"/>
        <w:docPartUnique/>
      </w:docPartObj>
    </w:sdtPr>
    <w:sdtEndPr>
      <w:rPr>
        <w:rStyle w:val="PageNumber"/>
        <w:b/>
        <w:bCs/>
        <w:color w:val="05645E" w:themeColor="accent5"/>
      </w:rPr>
    </w:sdtEndPr>
    <w:sdtContent>
      <w:p w14:paraId="0B68F3F6" w14:textId="77777777" w:rsidR="00681F25" w:rsidRPr="00A05D2D" w:rsidRDefault="00681F25" w:rsidP="00681F25">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Tools SoAQM Playbook</w:t>
        </w:r>
        <w:r w:rsidRPr="005244D3">
          <w:rPr>
            <w:rStyle w:val="PageNumber"/>
            <w:rFonts w:ascii="Oswald" w:hAnsi="Oswald"/>
          </w:rPr>
          <w:t xml:space="preserve">  </w:t>
        </w:r>
        <w:r w:rsidRPr="005244D3">
          <w:rPr>
            <w:rStyle w:val="PageNumber"/>
            <w:rFonts w:ascii="Oswald" w:hAnsi="Oswald"/>
            <w:color w:val="005592" w:themeColor="text1"/>
          </w:rPr>
          <w:t xml:space="preserve">| </w:t>
        </w:r>
        <w:r w:rsidRPr="00880F32">
          <w:rPr>
            <w:rStyle w:val="PageNumber"/>
            <w:rFonts w:ascii="Oswald" w:hAnsi="Oswald"/>
            <w:b/>
            <w:bCs/>
            <w:color w:val="05645E" w:themeColor="accent5"/>
          </w:rPr>
          <w:fldChar w:fldCharType="begin"/>
        </w:r>
        <w:r w:rsidRPr="00880F32">
          <w:rPr>
            <w:rStyle w:val="PageNumber"/>
            <w:rFonts w:ascii="Oswald" w:hAnsi="Oswald"/>
            <w:b/>
            <w:bCs/>
            <w:color w:val="05645E" w:themeColor="accent5"/>
          </w:rPr>
          <w:instrText xml:space="preserve"> PAGE </w:instrText>
        </w:r>
        <w:r w:rsidRPr="00880F32">
          <w:rPr>
            <w:rStyle w:val="PageNumber"/>
            <w:rFonts w:ascii="Oswald" w:hAnsi="Oswald"/>
            <w:b/>
            <w:bCs/>
            <w:color w:val="05645E" w:themeColor="accent5"/>
          </w:rPr>
          <w:fldChar w:fldCharType="separate"/>
        </w:r>
        <w:r>
          <w:rPr>
            <w:rStyle w:val="PageNumber"/>
            <w:rFonts w:ascii="Oswald" w:hAnsi="Oswald"/>
            <w:b/>
            <w:bCs/>
            <w:color w:val="05645E" w:themeColor="accent5"/>
          </w:rPr>
          <w:t>151</w:t>
        </w:r>
        <w:r w:rsidRPr="00880F32">
          <w:rPr>
            <w:rStyle w:val="PageNumber"/>
            <w:rFonts w:ascii="Oswald" w:hAnsi="Oswald"/>
            <w:b/>
            <w:bCs/>
            <w:color w:val="05645E" w:themeColor="accent5"/>
          </w:rPr>
          <w:fldChar w:fldCharType="end"/>
        </w:r>
      </w:p>
    </w:sdtContent>
  </w:sdt>
  <w:p w14:paraId="176ABCD6" w14:textId="77777777" w:rsidR="00681F25" w:rsidRPr="00681F25" w:rsidRDefault="00681F25" w:rsidP="00681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DBE19" w14:textId="77777777" w:rsidR="008854FE" w:rsidRDefault="008854FE">
      <w:r>
        <w:separator/>
      </w:r>
    </w:p>
  </w:footnote>
  <w:footnote w:type="continuationSeparator" w:id="0">
    <w:p w14:paraId="4296FE12" w14:textId="77777777" w:rsidR="008854FE" w:rsidRDefault="00885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743" w14:textId="77777777" w:rsidR="0036411E" w:rsidRDefault="0036411E">
    <w:pPr>
      <w:pStyle w:val="Header"/>
    </w:pPr>
    <w:r>
      <w:rPr>
        <w:noProof/>
      </w:rPr>
      <mc:AlternateContent>
        <mc:Choice Requires="wpg">
          <w:drawing>
            <wp:anchor distT="0" distB="0" distL="114300" distR="114300" simplePos="0" relativeHeight="251679744" behindDoc="0" locked="0" layoutInCell="1" allowOverlap="1" wp14:anchorId="61D16313" wp14:editId="38D2B2A9">
              <wp:simplePos x="0" y="0"/>
              <wp:positionH relativeFrom="column">
                <wp:posOffset>0</wp:posOffset>
              </wp:positionH>
              <wp:positionV relativeFrom="paragraph">
                <wp:posOffset>232104</wp:posOffset>
              </wp:positionV>
              <wp:extent cx="1282373" cy="562708"/>
              <wp:effectExtent l="0" t="0" r="635" b="0"/>
              <wp:wrapNone/>
              <wp:docPr id="1637462453"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26121665" name="Group 5"/>
                      <wpg:cNvGrpSpPr/>
                      <wpg:grpSpPr>
                        <a:xfrm>
                          <a:off x="0" y="0"/>
                          <a:ext cx="1363783" cy="598170"/>
                          <a:chOff x="0" y="0"/>
                          <a:chExt cx="1363783" cy="598170"/>
                        </a:xfrm>
                      </wpg:grpSpPr>
                      <pic:pic xmlns:pic="http://schemas.openxmlformats.org/drawingml/2006/picture">
                        <pic:nvPicPr>
                          <pic:cNvPr id="1386318167"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15959737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4287181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FDBE685" id="Group 7" o:spid="_x0000_s1026" style="position:absolute;margin-left:0;margin-top:18.3pt;width:100.95pt;height:44.3pt;z-index:251679744;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">
                  <v:imagedata r:id="rId4"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">
                  <v:imagedata r:id="rId5"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" strokecolor="#e8e8e8"/>
            </v:group>
          </w:pict>
        </mc:Fallback>
      </mc:AlternateContent>
    </w:r>
    <w:r>
      <w:rPr>
        <w:noProof/>
      </w:rPr>
      <w:drawing>
        <wp:anchor distT="0" distB="0" distL="114300" distR="114300" simplePos="0" relativeHeight="251678720" behindDoc="1" locked="0" layoutInCell="1" allowOverlap="1" wp14:anchorId="061CC04F" wp14:editId="180A520C">
          <wp:simplePos x="0" y="0"/>
          <wp:positionH relativeFrom="column">
            <wp:posOffset>6010910</wp:posOffset>
          </wp:positionH>
          <wp:positionV relativeFrom="paragraph">
            <wp:posOffset>0</wp:posOffset>
          </wp:positionV>
          <wp:extent cx="855645" cy="886997"/>
          <wp:effectExtent l="0" t="0" r="0" b="2540"/>
          <wp:wrapNone/>
          <wp:docPr id="9331729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6">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7696" behindDoc="0" locked="0" layoutInCell="1" allowOverlap="1" wp14:anchorId="5EFA4470" wp14:editId="422071BA">
          <wp:simplePos x="0" y="0"/>
          <wp:positionH relativeFrom="page">
            <wp:posOffset>9855200</wp:posOffset>
          </wp:positionH>
          <wp:positionV relativeFrom="page">
            <wp:posOffset>0</wp:posOffset>
          </wp:positionV>
          <wp:extent cx="820956" cy="736995"/>
          <wp:effectExtent l="0" t="0" r="5080" b="0"/>
          <wp:wrapNone/>
          <wp:docPr id="210906704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1736A9"/>
    <w:rsid w:val="001B1D3E"/>
    <w:rsid w:val="001D403D"/>
    <w:rsid w:val="00223150"/>
    <w:rsid w:val="00230D21"/>
    <w:rsid w:val="00250E39"/>
    <w:rsid w:val="0025341C"/>
    <w:rsid w:val="002A0BDA"/>
    <w:rsid w:val="002C2720"/>
    <w:rsid w:val="0036411E"/>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81F25"/>
    <w:rsid w:val="006C4F9C"/>
    <w:rsid w:val="007649FB"/>
    <w:rsid w:val="007D612A"/>
    <w:rsid w:val="00805AEC"/>
    <w:rsid w:val="00834868"/>
    <w:rsid w:val="00846F84"/>
    <w:rsid w:val="008764CC"/>
    <w:rsid w:val="00880F32"/>
    <w:rsid w:val="008854FE"/>
    <w:rsid w:val="008A0FE8"/>
    <w:rsid w:val="00905A76"/>
    <w:rsid w:val="009310CC"/>
    <w:rsid w:val="0096288F"/>
    <w:rsid w:val="0096432B"/>
    <w:rsid w:val="00A05D2D"/>
    <w:rsid w:val="00A8593D"/>
    <w:rsid w:val="00AA00CB"/>
    <w:rsid w:val="00AD1920"/>
    <w:rsid w:val="00AD295A"/>
    <w:rsid w:val="00B33C7C"/>
    <w:rsid w:val="00B449DA"/>
    <w:rsid w:val="00B72E9B"/>
    <w:rsid w:val="00B91C5C"/>
    <w:rsid w:val="00B9231C"/>
    <w:rsid w:val="00BC29B3"/>
    <w:rsid w:val="00BD4E9E"/>
    <w:rsid w:val="00BD7756"/>
    <w:rsid w:val="00BE1FA1"/>
    <w:rsid w:val="00C163F9"/>
    <w:rsid w:val="00C264A6"/>
    <w:rsid w:val="00C41C91"/>
    <w:rsid w:val="00C56357"/>
    <w:rsid w:val="00C57DEE"/>
    <w:rsid w:val="00C65108"/>
    <w:rsid w:val="00C7299B"/>
    <w:rsid w:val="00CB4DC4"/>
    <w:rsid w:val="00CD7BA6"/>
    <w:rsid w:val="00D01B12"/>
    <w:rsid w:val="00DA3181"/>
    <w:rsid w:val="00DD6E17"/>
    <w:rsid w:val="00DE4833"/>
    <w:rsid w:val="00DF4F99"/>
    <w:rsid w:val="00DF7482"/>
    <w:rsid w:val="00E1791A"/>
    <w:rsid w:val="00E2573D"/>
    <w:rsid w:val="00E279E9"/>
    <w:rsid w:val="00E41DAE"/>
    <w:rsid w:val="00E7720D"/>
    <w:rsid w:val="00EA1828"/>
    <w:rsid w:val="00EA6483"/>
    <w:rsid w:val="00EC4BF2"/>
    <w:rsid w:val="00ED0028"/>
    <w:rsid w:val="00EF22F2"/>
    <w:rsid w:val="00F04D8B"/>
    <w:rsid w:val="00F32EA0"/>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41C"/>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media/image6.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E0F01-BC84-499D-ABC1-C7D124448384}"/>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3.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1</TotalTime>
  <Pages>7</Pages>
  <Words>1597</Words>
  <Characters>9108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2025-09-12T08:44:00Z</dcterms:created>
  <dcterms:modified xsi:type="dcterms:W3CDTF">2025-09-12T08:44:00Z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